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BasisTabelle"/>
        <w:tblpPr w:leftFromText="284" w:rightFromText="142" w:topFromText="113" w:vertAnchor="page" w:horzAnchor="margin" w:tblpY="2961"/>
        <w:tblW w:w="9923" w:type="dxa"/>
        <w:tblLayout w:type="fixed"/>
        <w:tblLook w:val="04A0" w:firstRow="1" w:lastRow="0" w:firstColumn="1" w:lastColumn="0" w:noHBand="0" w:noVBand="1"/>
      </w:tblPr>
      <w:tblGrid>
        <w:gridCol w:w="7230"/>
        <w:gridCol w:w="2693"/>
      </w:tblGrid>
      <w:tr w:rsidR="002C215C" w:rsidRPr="0056239B" w14:paraId="26AE61F8" w14:textId="77777777" w:rsidTr="00D17375">
        <w:trPr>
          <w:trHeight w:hRule="exact" w:val="1565"/>
        </w:trPr>
        <w:tc>
          <w:tcPr>
            <w:tcW w:w="7230" w:type="dxa"/>
          </w:tcPr>
          <w:p w14:paraId="3442E9A1" w14:textId="20B0DF88" w:rsidR="002C215C" w:rsidRPr="004C542C" w:rsidRDefault="00000000" w:rsidP="00D17375">
            <w:pPr>
              <w:pStyle w:val="berschrift11"/>
              <w:rPr>
                <w:sz w:val="18"/>
                <w:szCs w:val="18"/>
              </w:rPr>
            </w:pPr>
            <w:sdt>
              <w:sdtPr>
                <w:rPr>
                  <w:color w:val="auto"/>
                </w:rPr>
                <w:alias w:val="Interne Mitteilung"/>
                <w:tag w:val="Interne Mitteilung"/>
                <w:id w:val="197135520"/>
                <w:placeholder>
                  <w:docPart w:val="7C9A7B655D7B4EC7B427F234E9233B1B"/>
                </w:placeholder>
              </w:sdtPr>
              <w:sdtContent>
                <w:r w:rsidR="008D7984">
                  <w:rPr>
                    <w:color w:val="auto"/>
                  </w:rPr>
                  <w:t>P</w:t>
                </w:r>
                <w:r w:rsidR="00E468DF">
                  <w:rPr>
                    <w:color w:val="auto"/>
                  </w:rPr>
                  <w:t>ress</w:t>
                </w:r>
                <w:r w:rsidR="00CA5547">
                  <w:rPr>
                    <w:color w:val="auto"/>
                  </w:rPr>
                  <w:t xml:space="preserve"> kit</w:t>
                </w:r>
              </w:sdtContent>
            </w:sdt>
            <w:r w:rsidR="002C215C" w:rsidRPr="004C542C">
              <w:rPr>
                <w:sz w:val="18"/>
                <w:szCs w:val="18"/>
              </w:rPr>
              <w:t xml:space="preserve"> </w:t>
            </w:r>
          </w:p>
          <w:sdt>
            <w:sdtPr>
              <w:rPr>
                <w:color w:val="808080" w:themeColor="background1" w:themeShade="80"/>
                <w:sz w:val="18"/>
                <w:szCs w:val="18"/>
                <w:lang w:val="en-US"/>
              </w:rPr>
              <w:alias w:val="Datum"/>
              <w:tag w:val="Datum"/>
              <w:id w:val="1793552460"/>
              <w:placeholder>
                <w:docPart w:val="C0F52D1DD368445A8CAD2DE13931AEC7"/>
              </w:placeholder>
            </w:sdtPr>
            <w:sdtContent>
              <w:p w14:paraId="06099AC3" w14:textId="0F594937" w:rsidR="002C215C" w:rsidRPr="002A15FC" w:rsidRDefault="0077097B" w:rsidP="008B5FA6">
                <w:pPr>
                  <w:pStyle w:val="Abbinder"/>
                  <w:spacing w:line="276" w:lineRule="auto"/>
                  <w:rPr>
                    <w:color w:val="808080" w:themeColor="background1" w:themeShade="80"/>
                    <w:sz w:val="18"/>
                    <w:szCs w:val="18"/>
                  </w:rPr>
                </w:pPr>
                <w:r w:rsidRPr="00E468DF">
                  <w:rPr>
                    <w:color w:val="808080" w:themeColor="background1" w:themeShade="80"/>
                    <w:sz w:val="18"/>
                    <w:szCs w:val="18"/>
                    <w:lang w:val="en-US"/>
                  </w:rPr>
                  <w:t>202</w:t>
                </w:r>
                <w:r w:rsidR="00146208" w:rsidRPr="00E468DF">
                  <w:rPr>
                    <w:color w:val="808080" w:themeColor="background1" w:themeShade="80"/>
                    <w:sz w:val="18"/>
                    <w:szCs w:val="18"/>
                  </w:rPr>
                  <w:t>5</w:t>
                </w:r>
              </w:p>
            </w:sdtContent>
          </w:sdt>
        </w:tc>
        <w:tc>
          <w:tcPr>
            <w:tcW w:w="2693" w:type="dxa"/>
            <w:tcMar>
              <w:left w:w="170" w:type="dxa"/>
            </w:tcMar>
          </w:tcPr>
          <w:sdt>
            <w:sdtPr>
              <w:rPr>
                <w:b/>
                <w:bCs/>
                <w:color w:val="0062AE"/>
                <w:sz w:val="14"/>
                <w:szCs w:val="14"/>
              </w:rPr>
              <w:alias w:val="Ihr_Kontakt"/>
              <w:tag w:val="Ihr_Kontakt"/>
              <w:id w:val="-62259707"/>
              <w:placeholder>
                <w:docPart w:val="363FB71058BB445A96F2473248CE1C0F"/>
              </w:placeholder>
            </w:sdtPr>
            <w:sdtContent>
              <w:p w14:paraId="3982D314" w14:textId="78971E58" w:rsidR="002C215C" w:rsidRPr="00DF2C00" w:rsidRDefault="00E46C54" w:rsidP="002C215C">
                <w:pPr>
                  <w:pStyle w:val="Abbinder"/>
                  <w:spacing w:line="276" w:lineRule="auto"/>
                  <w:rPr>
                    <w:sz w:val="14"/>
                    <w:szCs w:val="14"/>
                    <w:lang w:val="en-GB"/>
                  </w:rPr>
                </w:pPr>
                <w:r w:rsidRPr="00DF2C00">
                  <w:rPr>
                    <w:b/>
                    <w:bCs/>
                    <w:color w:val="0062AE"/>
                    <w:sz w:val="14"/>
                    <w:szCs w:val="14"/>
                    <w:lang w:val="en-GB"/>
                  </w:rPr>
                  <w:t xml:space="preserve">Contact us </w:t>
                </w:r>
              </w:p>
            </w:sdtContent>
          </w:sdt>
          <w:sdt>
            <w:sdtPr>
              <w:rPr>
                <w:sz w:val="14"/>
                <w:szCs w:val="14"/>
                <w:lang w:val="en-US"/>
              </w:rPr>
              <w:alias w:val="Vor_und_Nachname"/>
              <w:tag w:val="Vor_und_Nachname"/>
              <w:id w:val="786932880"/>
              <w:placeholder>
                <w:docPart w:val="3B63B68C1D8A4D40BAC1F2FA49A44F5E"/>
              </w:placeholder>
            </w:sdtPr>
            <w:sdtContent>
              <w:p w14:paraId="6AE86E7F" w14:textId="18F5D821" w:rsidR="002C215C" w:rsidRPr="00DF2C00" w:rsidRDefault="00146208" w:rsidP="002C215C">
                <w:pPr>
                  <w:pStyle w:val="Abbinder"/>
                  <w:spacing w:line="276" w:lineRule="auto"/>
                  <w:rPr>
                    <w:sz w:val="14"/>
                    <w:szCs w:val="14"/>
                    <w:lang w:val="en-GB"/>
                  </w:rPr>
                </w:pPr>
                <w:r w:rsidRPr="00DF2C00">
                  <w:rPr>
                    <w:sz w:val="14"/>
                    <w:szCs w:val="14"/>
                    <w:lang w:val="en-GB"/>
                  </w:rPr>
                  <w:t xml:space="preserve">Marie Hinzmann </w:t>
                </w:r>
              </w:p>
            </w:sdtContent>
          </w:sdt>
          <w:p w14:paraId="4D76DCD7" w14:textId="2737915F" w:rsidR="002C215C" w:rsidRPr="00DF2C00" w:rsidRDefault="00E46C54" w:rsidP="002C215C">
            <w:pPr>
              <w:pStyle w:val="Abbinder"/>
              <w:spacing w:line="276" w:lineRule="auto"/>
              <w:rPr>
                <w:sz w:val="14"/>
                <w:szCs w:val="14"/>
                <w:lang w:val="en-GB"/>
              </w:rPr>
            </w:pPr>
            <w:r w:rsidRPr="00DF2C00">
              <w:rPr>
                <w:sz w:val="14"/>
                <w:szCs w:val="14"/>
                <w:lang w:val="en-GB"/>
              </w:rPr>
              <w:t>Press spokesperson</w:t>
            </w:r>
          </w:p>
          <w:p w14:paraId="6403146C" w14:textId="42B36E31" w:rsidR="002C215C" w:rsidRPr="0056239B" w:rsidRDefault="00000000" w:rsidP="002C215C">
            <w:pPr>
              <w:pStyle w:val="Abbinder"/>
              <w:spacing w:line="276" w:lineRule="auto"/>
              <w:rPr>
                <w:sz w:val="14"/>
                <w:szCs w:val="14"/>
              </w:rPr>
            </w:pPr>
            <w:sdt>
              <w:sdtPr>
                <w:rPr>
                  <w:sz w:val="14"/>
                  <w:szCs w:val="14"/>
                </w:rPr>
                <w:alias w:val="Tel_Kontakt"/>
                <w:tag w:val="Tel_Kontakt"/>
                <w:id w:val="1789700602"/>
                <w:placeholder>
                  <w:docPart w:val="D2E9A5D9F09449F5A555B38FD2DCDF29"/>
                </w:placeholder>
              </w:sdtPr>
              <w:sdtContent>
                <w:r w:rsidR="0082094E">
                  <w:rPr>
                    <w:sz w:val="14"/>
                    <w:szCs w:val="14"/>
                  </w:rPr>
                  <w:t xml:space="preserve">Tel.: </w:t>
                </w:r>
                <w:r w:rsidR="000800BC">
                  <w:t xml:space="preserve"> </w:t>
                </w:r>
                <w:r w:rsidR="000800BC" w:rsidRPr="000800BC">
                  <w:rPr>
                    <w:sz w:val="14"/>
                    <w:szCs w:val="14"/>
                  </w:rPr>
                  <w:t>+49 (0) 5423 960-546</w:t>
                </w:r>
              </w:sdtContent>
            </w:sdt>
          </w:p>
          <w:p w14:paraId="653357C9" w14:textId="53E503B6" w:rsidR="002C215C" w:rsidRPr="0056239B" w:rsidRDefault="00000000" w:rsidP="002C215C">
            <w:pPr>
              <w:pStyle w:val="Abbinder"/>
              <w:spacing w:line="276" w:lineRule="auto"/>
              <w:rPr>
                <w:sz w:val="14"/>
                <w:szCs w:val="14"/>
              </w:rPr>
            </w:pPr>
            <w:sdt>
              <w:sdtPr>
                <w:rPr>
                  <w:sz w:val="14"/>
                  <w:szCs w:val="14"/>
                </w:rPr>
                <w:alias w:val="E-Mail_Kontakt"/>
                <w:tag w:val="E-Mail_Kontakt"/>
                <w:id w:val="-1775860809"/>
                <w:placeholder>
                  <w:docPart w:val="1DEDF17D626B4FE7B14160A3BDC1A488"/>
                </w:placeholder>
              </w:sdtPr>
              <w:sdtContent>
                <w:r w:rsidR="009B6CC0">
                  <w:rPr>
                    <w:sz w:val="14"/>
                    <w:szCs w:val="14"/>
                  </w:rPr>
                  <w:t>Marie.Hinzmann</w:t>
                </w:r>
                <w:r w:rsidR="0082094E">
                  <w:rPr>
                    <w:sz w:val="14"/>
                    <w:szCs w:val="14"/>
                  </w:rPr>
                  <w:t>@nagel-group.com</w:t>
                </w:r>
              </w:sdtContent>
            </w:sdt>
          </w:p>
          <w:p w14:paraId="7DBBB114" w14:textId="77777777" w:rsidR="002C215C" w:rsidRPr="0056239B" w:rsidRDefault="002C215C" w:rsidP="002C215C">
            <w:pPr>
              <w:pStyle w:val="Abbinder"/>
              <w:spacing w:line="276" w:lineRule="auto"/>
              <w:rPr>
                <w:sz w:val="14"/>
                <w:szCs w:val="14"/>
              </w:rPr>
            </w:pPr>
          </w:p>
          <w:p w14:paraId="24853E29" w14:textId="77777777" w:rsidR="002C215C" w:rsidRPr="0056239B" w:rsidRDefault="002C215C" w:rsidP="002C215C">
            <w:pPr>
              <w:pStyle w:val="Abbinder"/>
              <w:spacing w:line="276" w:lineRule="auto"/>
              <w:rPr>
                <w:sz w:val="14"/>
                <w:szCs w:val="14"/>
              </w:rPr>
            </w:pPr>
          </w:p>
        </w:tc>
      </w:tr>
    </w:tbl>
    <w:p w14:paraId="0AF12DFB" w14:textId="0F08F081" w:rsidR="00773140" w:rsidRPr="00DF2C00" w:rsidRDefault="00846352" w:rsidP="00E329EF">
      <w:pPr>
        <w:pStyle w:val="berschrift11"/>
        <w:rPr>
          <w:lang w:val="en-GB"/>
        </w:rPr>
      </w:pPr>
      <w:r w:rsidRPr="00DF2C00">
        <w:rPr>
          <w:lang w:val="en-GB"/>
        </w:rPr>
        <w:br/>
      </w:r>
      <w:r w:rsidRPr="00DF2C00">
        <w:rPr>
          <w:lang w:val="en-GB"/>
        </w:rPr>
        <w:br/>
      </w:r>
      <w:r w:rsidRPr="00DF2C00">
        <w:rPr>
          <w:lang w:val="en-GB"/>
        </w:rPr>
        <w:br/>
      </w:r>
      <w:sdt>
        <w:sdtPr>
          <w:rPr>
            <w:lang w:val="en-US"/>
          </w:rPr>
          <w:alias w:val="Überschrift"/>
          <w:tag w:val="Überschrift"/>
          <w:id w:val="1250542194"/>
          <w:placeholder>
            <w:docPart w:val="35681C5FAD9E4DF9BF844A5AB900E671"/>
          </w:placeholder>
        </w:sdtPr>
        <w:sdtContent>
          <w:r w:rsidR="00AA3E64" w:rsidRPr="00DF2C00">
            <w:rPr>
              <w:lang w:val="en-GB"/>
            </w:rPr>
            <w:t xml:space="preserve">Boilerplate </w:t>
          </w:r>
        </w:sdtContent>
      </w:sdt>
    </w:p>
    <w:p w14:paraId="0C4607BC" w14:textId="77777777" w:rsidR="0077097B" w:rsidRPr="00DF2C00" w:rsidRDefault="0077097B" w:rsidP="004B08FA">
      <w:pPr>
        <w:spacing w:after="240" w:line="360" w:lineRule="auto"/>
        <w:rPr>
          <w:rFonts w:cs="Arial"/>
          <w:bCs/>
          <w:lang w:val="en-GB"/>
        </w:rPr>
      </w:pPr>
    </w:p>
    <w:p w14:paraId="19A7FFF4" w14:textId="77777777" w:rsidR="00737A2C" w:rsidRPr="00DF2C00" w:rsidRDefault="00737A2C" w:rsidP="00AA3E64">
      <w:pPr>
        <w:spacing w:after="240" w:line="360" w:lineRule="auto"/>
        <w:rPr>
          <w:rFonts w:cs="Arial"/>
          <w:b/>
          <w:bCs/>
          <w:lang w:val="en-GB"/>
        </w:rPr>
      </w:pPr>
      <w:r w:rsidRPr="00DF2C00">
        <w:rPr>
          <w:rFonts w:cs="Arial"/>
          <w:b/>
          <w:bCs/>
          <w:lang w:val="en-GB"/>
        </w:rPr>
        <w:t xml:space="preserve">About Nagel-Group: </w:t>
      </w:r>
    </w:p>
    <w:p w14:paraId="72644F3F" w14:textId="6F07AB9B" w:rsidR="00DF2C00" w:rsidRPr="00DF2C00" w:rsidRDefault="00DF2C00" w:rsidP="00DC2A0A">
      <w:pPr>
        <w:spacing w:line="360" w:lineRule="auto"/>
        <w:jc w:val="both"/>
        <w:rPr>
          <w:rFonts w:cs="Arial"/>
          <w:lang w:val="en-GB"/>
        </w:rPr>
      </w:pPr>
      <w:bookmarkStart w:id="0" w:name="_Hlk192179550"/>
      <w:r w:rsidRPr="00DF2C00">
        <w:rPr>
          <w:rFonts w:cs="Arial"/>
          <w:lang w:val="en-GB"/>
        </w:rPr>
        <w:t xml:space="preserve">Nagel-Group is one of the leading food logistics companies in Europe. With a turnover of 2.3 billion euros and around 11,000 employees at more than 130 locations, the family-owned company connects producers and retailers along the entire food supply chain. Nagel-Group moves over 105,000 shipments of dry to frozen food every day and ensures the highest quality and efficiency with customized transport and contract logistics solutions. The subsidiary B+S Logistik und </w:t>
      </w:r>
      <w:proofErr w:type="spellStart"/>
      <w:r w:rsidRPr="00DF2C00">
        <w:rPr>
          <w:rFonts w:cs="Arial"/>
          <w:lang w:val="en-GB"/>
        </w:rPr>
        <w:t>Dienstleistungen</w:t>
      </w:r>
      <w:proofErr w:type="spellEnd"/>
      <w:r w:rsidRPr="00DF2C00">
        <w:rPr>
          <w:rFonts w:cs="Arial"/>
          <w:lang w:val="en-GB"/>
        </w:rPr>
        <w:t xml:space="preserve"> has been part of Nagel-Group since 2022. The focus of B+S Logistik is on contract logistics and e-commerce </w:t>
      </w:r>
      <w:proofErr w:type="spellStart"/>
      <w:r w:rsidRPr="00DF2C00">
        <w:rPr>
          <w:rFonts w:cs="Arial"/>
          <w:lang w:val="en-GB"/>
        </w:rPr>
        <w:t>fulfillment</w:t>
      </w:r>
      <w:proofErr w:type="spellEnd"/>
      <w:r w:rsidRPr="00DF2C00">
        <w:rPr>
          <w:rFonts w:cs="Arial"/>
          <w:lang w:val="en-GB"/>
        </w:rPr>
        <w:t xml:space="preserve">. As a specialist in temperature-controlled food logistics, Nagel-Group stands for reliability, innovation and sustainability. With decarbonization initiatives, investments in digital processes and the corporate venture LEAFR, the Group is actively shaping the future of food logistics. </w:t>
      </w:r>
    </w:p>
    <w:p w14:paraId="38CA6A22" w14:textId="792AAB01" w:rsidR="00737A2C" w:rsidRPr="00737A2C" w:rsidRDefault="00737A2C" w:rsidP="00DC2A0A">
      <w:pPr>
        <w:spacing w:line="360" w:lineRule="auto"/>
        <w:jc w:val="both"/>
        <w:rPr>
          <w:rFonts w:cs="Arial"/>
          <w:lang w:val="en-GB"/>
        </w:rPr>
      </w:pPr>
      <w:r w:rsidRPr="00737A2C">
        <w:rPr>
          <w:rFonts w:cs="Arial"/>
          <w:lang w:val="en-GB"/>
        </w:rPr>
        <w:t xml:space="preserve">Further information about Nagel-Group can be found at: </w:t>
      </w:r>
      <w:hyperlink r:id="rId12" w:history="1">
        <w:r w:rsidRPr="0042593A">
          <w:rPr>
            <w:rStyle w:val="Hyperlink"/>
            <w:rFonts w:cs="Arial"/>
            <w:lang w:val="en-GB"/>
          </w:rPr>
          <w:t>www.nagel-group.com</w:t>
        </w:r>
      </w:hyperlink>
      <w:r>
        <w:rPr>
          <w:rFonts w:cs="Arial"/>
          <w:lang w:val="en-GB"/>
        </w:rPr>
        <w:t xml:space="preserve"> </w:t>
      </w:r>
    </w:p>
    <w:bookmarkEnd w:id="0"/>
    <w:p w14:paraId="356707FC" w14:textId="77777777" w:rsidR="00737A2C" w:rsidRDefault="00737A2C" w:rsidP="00DC2A0A">
      <w:pPr>
        <w:spacing w:line="360" w:lineRule="auto"/>
        <w:jc w:val="both"/>
        <w:rPr>
          <w:rFonts w:cs="Arial"/>
          <w:b/>
          <w:bCs/>
          <w:sz w:val="20"/>
          <w:szCs w:val="20"/>
          <w:lang w:val="en-GB"/>
        </w:rPr>
      </w:pPr>
    </w:p>
    <w:sectPr w:rsidR="00737A2C" w:rsidSect="00774F1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928" w:right="1701" w:bottom="1418" w:left="1191" w:header="28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BA2CC" w14:textId="77777777" w:rsidR="00744D4C" w:rsidRDefault="00744D4C" w:rsidP="000E6B57">
      <w:r>
        <w:separator/>
      </w:r>
    </w:p>
  </w:endnote>
  <w:endnote w:type="continuationSeparator" w:id="0">
    <w:p w14:paraId="1A6D089C" w14:textId="77777777" w:rsidR="00744D4C" w:rsidRDefault="00744D4C" w:rsidP="000E6B57">
      <w:r>
        <w:continuationSeparator/>
      </w:r>
    </w:p>
  </w:endnote>
  <w:endnote w:type="continuationNotice" w:id="1">
    <w:p w14:paraId="0D469154" w14:textId="77777777" w:rsidR="00744D4C" w:rsidRDefault="00744D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BasisTabelle"/>
      <w:tblW w:w="10115" w:type="dxa"/>
      <w:tblInd w:w="33" w:type="dxa"/>
      <w:tblLayout w:type="fixed"/>
      <w:tblLook w:val="04A0" w:firstRow="1" w:lastRow="0" w:firstColumn="1" w:lastColumn="0" w:noHBand="0" w:noVBand="1"/>
    </w:tblPr>
    <w:tblGrid>
      <w:gridCol w:w="3500"/>
      <w:gridCol w:w="2869"/>
      <w:gridCol w:w="3746"/>
    </w:tblGrid>
    <w:tr w:rsidR="00EC11D5" w:rsidRPr="00A5446D" w14:paraId="6C4CE697" w14:textId="77777777" w:rsidTr="002D4E36">
      <w:trPr>
        <w:trHeight w:val="215"/>
      </w:trPr>
      <w:tc>
        <w:tcPr>
          <w:tcW w:w="10115" w:type="dxa"/>
          <w:gridSpan w:val="3"/>
        </w:tcPr>
        <w:p w14:paraId="1832B4C0" w14:textId="77777777" w:rsidR="00EC11D5" w:rsidRPr="00A5446D" w:rsidRDefault="00EC11D5" w:rsidP="00C441C0">
          <w:pPr>
            <w:pStyle w:val="Abbinder"/>
            <w:rPr>
              <w:sz w:val="14"/>
              <w:szCs w:val="14"/>
              <w:lang w:val="en-US"/>
            </w:rPr>
          </w:pPr>
        </w:p>
      </w:tc>
    </w:tr>
    <w:tr w:rsidR="00EC11D5" w:rsidRPr="00A5446D" w14:paraId="2629C5D3" w14:textId="77777777" w:rsidTr="002D4E36">
      <w:tc>
        <w:tcPr>
          <w:tcW w:w="10115" w:type="dxa"/>
          <w:gridSpan w:val="3"/>
        </w:tcPr>
        <w:p w14:paraId="5D371B93" w14:textId="77777777" w:rsidR="00EC11D5" w:rsidRPr="00A5446D" w:rsidRDefault="00EC11D5" w:rsidP="00ED5957">
          <w:pPr>
            <w:pStyle w:val="Abbinder"/>
            <w:rPr>
              <w:sz w:val="14"/>
              <w:szCs w:val="14"/>
            </w:rPr>
          </w:pPr>
        </w:p>
      </w:tc>
    </w:tr>
    <w:tr w:rsidR="00EC11D5" w:rsidRPr="00A5446D" w14:paraId="79F86D95" w14:textId="77777777" w:rsidTr="002D4E36">
      <w:tc>
        <w:tcPr>
          <w:tcW w:w="3500" w:type="dxa"/>
        </w:tcPr>
        <w:p w14:paraId="2B96E6F3" w14:textId="77777777" w:rsidR="00EC11D5" w:rsidRPr="00A5446D" w:rsidRDefault="00EC11D5" w:rsidP="00ED5957">
          <w:pPr>
            <w:pStyle w:val="Abbinder"/>
            <w:rPr>
              <w:sz w:val="14"/>
              <w:szCs w:val="14"/>
              <w:lang w:val="en-US"/>
            </w:rPr>
          </w:pPr>
        </w:p>
      </w:tc>
      <w:tc>
        <w:tcPr>
          <w:tcW w:w="2869" w:type="dxa"/>
          <w:tcMar>
            <w:right w:w="142" w:type="dxa"/>
          </w:tcMar>
        </w:tcPr>
        <w:p w14:paraId="5726D410" w14:textId="77777777" w:rsidR="00EC11D5" w:rsidRPr="00A5446D" w:rsidRDefault="00EC11D5" w:rsidP="00ED5957">
          <w:pPr>
            <w:pStyle w:val="Abbinder"/>
            <w:rPr>
              <w:sz w:val="14"/>
              <w:szCs w:val="14"/>
            </w:rPr>
          </w:pPr>
        </w:p>
      </w:tc>
      <w:tc>
        <w:tcPr>
          <w:tcW w:w="3746" w:type="dxa"/>
        </w:tcPr>
        <w:p w14:paraId="07A25736" w14:textId="77777777" w:rsidR="00EC11D5" w:rsidRPr="00A5446D" w:rsidRDefault="00EC11D5" w:rsidP="00ED5957">
          <w:pPr>
            <w:pStyle w:val="Abbinder"/>
            <w:rPr>
              <w:sz w:val="14"/>
              <w:szCs w:val="14"/>
              <w:lang w:val="en-US"/>
            </w:rPr>
          </w:pPr>
        </w:p>
      </w:tc>
    </w:tr>
  </w:tbl>
  <w:p w14:paraId="4A90EB75" w14:textId="77777777" w:rsidR="00EC11D5" w:rsidRPr="00ED5957" w:rsidRDefault="00EC11D5" w:rsidP="001928E5">
    <w:pPr>
      <w:pStyle w:val="Abbinder"/>
      <w:rPr>
        <w:b/>
        <w:bCs/>
        <w:lang w:val="en-US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7E8185C2" wp14:editId="49F56EEB">
              <wp:simplePos x="0" y="0"/>
              <wp:positionH relativeFrom="column">
                <wp:posOffset>-194310</wp:posOffset>
              </wp:positionH>
              <wp:positionV relativeFrom="paragraph">
                <wp:posOffset>-2455545</wp:posOffset>
              </wp:positionV>
              <wp:extent cx="25400" cy="25400"/>
              <wp:effectExtent l="5715" t="1905" r="6985" b="1270"/>
              <wp:wrapNone/>
              <wp:docPr id="7" name="Oval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" cy="25400"/>
                      </a:xfrm>
                      <a:prstGeom prst="ellipse">
                        <a:avLst/>
                      </a:prstGeom>
                      <a:solidFill>
                        <a:srgbClr val="0062A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oval id="Oval 13" style="position:absolute;margin-left:-15.3pt;margin-top:-193.35pt;width:2pt;height: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62ae" stroked="f" w14:anchorId="71F29A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"/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58244" behindDoc="1" locked="0" layoutInCell="1" allowOverlap="1" wp14:anchorId="67AD088F" wp14:editId="742E31F5">
              <wp:simplePos x="0" y="0"/>
              <wp:positionH relativeFrom="page">
                <wp:posOffset>6645910</wp:posOffset>
              </wp:positionH>
              <wp:positionV relativeFrom="page">
                <wp:posOffset>10153015</wp:posOffset>
              </wp:positionV>
              <wp:extent cx="684000" cy="216000"/>
              <wp:effectExtent l="0" t="0" r="190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4000" cy="21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4"/>
                              <w:szCs w:val="24"/>
                            </w:rPr>
                            <w:id w:val="-956477002"/>
                          </w:sdtPr>
                          <w:sdtContent>
                            <w:p w14:paraId="15D04864" w14:textId="57944483" w:rsidR="00EC11D5" w:rsidRPr="00A66C68" w:rsidRDefault="00EC11D5" w:rsidP="00F264A8">
                              <w:pPr>
                                <w:pStyle w:val="Abbinder"/>
                                <w:rPr>
                                  <w:sz w:val="22"/>
                                </w:rPr>
                              </w:pPr>
                              <w:r w:rsidRPr="00A66C68">
                                <w:rPr>
                                  <w:sz w:val="14"/>
                                  <w:szCs w:val="24"/>
                                </w:rPr>
                                <w:t xml:space="preserve">Seite </w:t>
                              </w:r>
                              <w:sdt>
                                <w:sdtPr>
                                  <w:rPr>
                                    <w:sz w:val="14"/>
                                    <w:szCs w:val="24"/>
                                  </w:rPr>
                                  <w:id w:val="344297676"/>
                                </w:sdtPr>
                                <w:sdtContent>
                                  <w:r w:rsidRPr="00A66C68">
                                    <w:rPr>
                                      <w:sz w:val="14"/>
                                      <w:szCs w:val="24"/>
                                    </w:rPr>
                                    <w:fldChar w:fldCharType="begin"/>
                                  </w:r>
                                  <w:r w:rsidRPr="00A66C68">
                                    <w:rPr>
                                      <w:sz w:val="14"/>
                                      <w:szCs w:val="24"/>
                                    </w:rPr>
                                    <w:instrText>PAGE  \* Arabic  \* MERGEFORMAT</w:instrText>
                                  </w:r>
                                  <w:r w:rsidRPr="00A66C68">
                                    <w:rPr>
                                      <w:sz w:val="14"/>
                                      <w:szCs w:val="24"/>
                                    </w:rPr>
                                    <w:fldChar w:fldCharType="separate"/>
                                  </w:r>
                                  <w:r w:rsidR="00345515">
                                    <w:rPr>
                                      <w:noProof/>
                                      <w:sz w:val="14"/>
                                      <w:szCs w:val="24"/>
                                    </w:rPr>
                                    <w:t>2</w:t>
                                  </w:r>
                                  <w:r w:rsidRPr="00A66C68">
                                    <w:rPr>
                                      <w:sz w:val="14"/>
                                      <w:szCs w:val="24"/>
                                    </w:rPr>
                                    <w:fldChar w:fldCharType="end"/>
                                  </w:r>
                                </w:sdtContent>
                              </w:sdt>
                              <w:r w:rsidRPr="00A66C68">
                                <w:rPr>
                                  <w:sz w:val="14"/>
                                  <w:szCs w:val="24"/>
                                </w:rPr>
                                <w:t>/</w:t>
                              </w:r>
                              <w:sdt>
                                <w:sdtPr>
                                  <w:rPr>
                                    <w:sz w:val="14"/>
                                    <w:szCs w:val="24"/>
                                  </w:rPr>
                                  <w:id w:val="86739979"/>
                                </w:sdtPr>
                                <w:sdtContent>
                                  <w:r w:rsidRPr="00A66C68">
                                    <w:rPr>
                                      <w:sz w:val="14"/>
                                      <w:szCs w:val="24"/>
                                    </w:rPr>
                                    <w:fldChar w:fldCharType="begin"/>
                                  </w:r>
                                  <w:r w:rsidRPr="00A66C68">
                                    <w:rPr>
                                      <w:sz w:val="14"/>
                                      <w:szCs w:val="24"/>
                                    </w:rPr>
                                    <w:instrText>NUMPAGES  \* Arabic  \* MERGEFORMAT</w:instrText>
                                  </w:r>
                                  <w:r w:rsidRPr="00A66C68">
                                    <w:rPr>
                                      <w:sz w:val="14"/>
                                      <w:szCs w:val="24"/>
                                    </w:rPr>
                                    <w:fldChar w:fldCharType="separate"/>
                                  </w:r>
                                  <w:r w:rsidR="00345515">
                                    <w:rPr>
                                      <w:noProof/>
                                      <w:sz w:val="14"/>
                                      <w:szCs w:val="24"/>
                                    </w:rPr>
                                    <w:t>2</w:t>
                                  </w:r>
                                  <w:r w:rsidRPr="00A66C68">
                                    <w:rPr>
                                      <w:sz w:val="14"/>
                                      <w:szCs w:val="24"/>
                                    </w:rPr>
                                    <w:fldChar w:fldCharType="end"/>
                                  </w:r>
                                </w:sdtContent>
                              </w:sdt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AD088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3.3pt;margin-top:799.45pt;width:53.85pt;height:17pt;z-index:-2516582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" stroked="f">
              <v:textbox>
                <w:txbxContent>
                  <w:sdt>
                    <w:sdtPr>
                      <w:rPr>
                        <w:sz w:val="14"/>
                        <w:szCs w:val="24"/>
                      </w:rPr>
                      <w:id w:val="-956477002"/>
                    </w:sdtPr>
                    <w:sdtContent>
                      <w:p w14:paraId="15D04864" w14:textId="57944483" w:rsidR="00EC11D5" w:rsidRPr="00A66C68" w:rsidRDefault="00EC11D5" w:rsidP="00F264A8">
                        <w:pPr>
                          <w:pStyle w:val="Abbinder"/>
                          <w:rPr>
                            <w:sz w:val="22"/>
                          </w:rPr>
                        </w:pPr>
                        <w:r w:rsidRPr="00A66C68">
                          <w:rPr>
                            <w:sz w:val="14"/>
                            <w:szCs w:val="24"/>
                          </w:rPr>
                          <w:t xml:space="preserve">Seite </w:t>
                        </w:r>
                        <w:sdt>
                          <w:sdtPr>
                            <w:rPr>
                              <w:sz w:val="14"/>
                              <w:szCs w:val="24"/>
                            </w:rPr>
                            <w:id w:val="344297676"/>
                          </w:sdtPr>
                          <w:sdtContent>
                            <w:r w:rsidRPr="00A66C68">
                              <w:rPr>
                                <w:sz w:val="14"/>
                                <w:szCs w:val="24"/>
                              </w:rPr>
                              <w:fldChar w:fldCharType="begin"/>
                            </w:r>
                            <w:r w:rsidRPr="00A66C68">
                              <w:rPr>
                                <w:sz w:val="14"/>
                                <w:szCs w:val="24"/>
                              </w:rPr>
                              <w:instrText>PAGE  \* Arabic  \* MERGEFORMAT</w:instrText>
                            </w:r>
                            <w:r w:rsidRPr="00A66C68">
                              <w:rPr>
                                <w:sz w:val="14"/>
                                <w:szCs w:val="24"/>
                              </w:rPr>
                              <w:fldChar w:fldCharType="separate"/>
                            </w:r>
                            <w:r w:rsidR="00345515">
                              <w:rPr>
                                <w:noProof/>
                                <w:sz w:val="14"/>
                                <w:szCs w:val="24"/>
                              </w:rPr>
                              <w:t>2</w:t>
                            </w:r>
                            <w:r w:rsidRPr="00A66C68">
                              <w:rPr>
                                <w:sz w:val="14"/>
                                <w:szCs w:val="24"/>
                              </w:rPr>
                              <w:fldChar w:fldCharType="end"/>
                            </w:r>
                          </w:sdtContent>
                        </w:sdt>
                        <w:r w:rsidRPr="00A66C68">
                          <w:rPr>
                            <w:sz w:val="14"/>
                            <w:szCs w:val="24"/>
                          </w:rPr>
                          <w:t>/</w:t>
                        </w:r>
                        <w:sdt>
                          <w:sdtPr>
                            <w:rPr>
                              <w:sz w:val="14"/>
                              <w:szCs w:val="24"/>
                            </w:rPr>
                            <w:id w:val="86739979"/>
                          </w:sdtPr>
                          <w:sdtContent>
                            <w:r w:rsidRPr="00A66C68">
                              <w:rPr>
                                <w:sz w:val="14"/>
                                <w:szCs w:val="24"/>
                              </w:rPr>
                              <w:fldChar w:fldCharType="begin"/>
                            </w:r>
                            <w:r w:rsidRPr="00A66C68">
                              <w:rPr>
                                <w:sz w:val="14"/>
                                <w:szCs w:val="24"/>
                              </w:rPr>
                              <w:instrText>NUMPAGES  \* Arabic  \* MERGEFORMAT</w:instrText>
                            </w:r>
                            <w:r w:rsidRPr="00A66C68">
                              <w:rPr>
                                <w:sz w:val="14"/>
                                <w:szCs w:val="24"/>
                              </w:rPr>
                              <w:fldChar w:fldCharType="separate"/>
                            </w:r>
                            <w:r w:rsidR="00345515">
                              <w:rPr>
                                <w:noProof/>
                                <w:sz w:val="14"/>
                                <w:szCs w:val="24"/>
                              </w:rPr>
                              <w:t>2</w:t>
                            </w:r>
                            <w:r w:rsidRPr="00A66C68">
                              <w:rPr>
                                <w:sz w:val="14"/>
                                <w:szCs w:val="24"/>
                              </w:rPr>
                              <w:fldChar w:fldCharType="end"/>
                            </w:r>
                          </w:sdtContent>
                        </w:sdt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  <w:p w14:paraId="34A5CAEF" w14:textId="77777777" w:rsidR="00EC11D5" w:rsidRPr="00ED5957" w:rsidRDefault="00EC11D5" w:rsidP="001928E5">
    <w:pPr>
      <w:pStyle w:val="Abbind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553684"/>
      <w:placeholder>
        <w:docPart w:val="7C9A7B655D7B4EC7B427F234E9233B1B"/>
      </w:placeholder>
    </w:sdtPr>
    <w:sdtContent>
      <w:p w14:paraId="49BE0793" w14:textId="77777777" w:rsidR="00EC11D5" w:rsidRPr="002D3842" w:rsidRDefault="00EC11D5" w:rsidP="002D3842">
        <w:pPr>
          <w:pStyle w:val="Abbinder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58243" behindDoc="0" locked="0" layoutInCell="1" allowOverlap="1" wp14:anchorId="53646F93" wp14:editId="4F194EB1">
                  <wp:simplePos x="0" y="0"/>
                  <wp:positionH relativeFrom="page">
                    <wp:posOffset>288290</wp:posOffset>
                  </wp:positionH>
                  <wp:positionV relativeFrom="paragraph">
                    <wp:posOffset>-2440940</wp:posOffset>
                  </wp:positionV>
                  <wp:extent cx="28575" cy="28575"/>
                  <wp:effectExtent l="2540" t="6985" r="6985" b="2540"/>
                  <wp:wrapNone/>
                  <wp:docPr id="2" name="Oval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a="http://schemas.openxmlformats.org/drawingml/2006/main" xmlns:a14="http://schemas.microsoft.com/office/drawing/2010/main">
              <w:pict>
                <v:oval id="Oval 5" style="position:absolute;margin-left:22.7pt;margin-top:-192.2pt;width:2.25pt;height:2.25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63af [3204]" stroked="f" strokecolor="#f2f2f2 [3041]" strokeweight="3pt" w14:anchorId="2E9D0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">
                  <v:shadow color="#003157 [1604]" opacity=".5" offset="1pt"/>
                  <w10:wrap anchorx="page"/>
                </v:oval>
              </w:pict>
            </mc:Fallback>
          </mc:AlternateContent>
        </w:r>
        <w:r>
          <w:rPr>
            <w:noProof/>
            <w:lang w:eastAsia="de-DE"/>
          </w:rPr>
          <mc:AlternateContent>
            <mc:Choice Requires="wps">
              <w:drawing>
                <wp:anchor distT="45720" distB="45720" distL="114300" distR="114300" simplePos="0" relativeHeight="251658247" behindDoc="1" locked="0" layoutInCell="1" allowOverlap="1" wp14:anchorId="18ECB28C" wp14:editId="4B8A5AF5">
                  <wp:simplePos x="0" y="0"/>
                  <wp:positionH relativeFrom="page">
                    <wp:posOffset>6642100</wp:posOffset>
                  </wp:positionH>
                  <wp:positionV relativeFrom="page">
                    <wp:posOffset>10153015</wp:posOffset>
                  </wp:positionV>
                  <wp:extent cx="684000" cy="180000"/>
                  <wp:effectExtent l="0" t="0" r="1905" b="0"/>
                  <wp:wrapNone/>
                  <wp:docPr id="1" name="Text Box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18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sz w:val="14"/>
                                  <w:szCs w:val="24"/>
                                </w:rPr>
                                <w:id w:val="-1233615105"/>
                              </w:sdtPr>
                              <w:sdtContent>
                                <w:p w14:paraId="2F351C61" w14:textId="3550957F" w:rsidR="00EC11D5" w:rsidRPr="00A66C68" w:rsidRDefault="00EC11D5" w:rsidP="00AB26FA">
                                  <w:pPr>
                                    <w:pStyle w:val="Abbinder"/>
                                    <w:rPr>
                                      <w:sz w:val="22"/>
                                    </w:rPr>
                                  </w:pPr>
                                  <w:r w:rsidRPr="00A66C68">
                                    <w:rPr>
                                      <w:sz w:val="14"/>
                                      <w:szCs w:val="24"/>
                                    </w:rPr>
                                    <w:t xml:space="preserve">Seite </w:t>
                                  </w:r>
                                  <w:sdt>
                                    <w:sdtPr>
                                      <w:rPr>
                                        <w:sz w:val="14"/>
                                        <w:szCs w:val="24"/>
                                      </w:rPr>
                                      <w:id w:val="919983212"/>
                                    </w:sdtPr>
                                    <w:sdtContent>
                                      <w:r w:rsidRPr="00A66C68">
                                        <w:rPr>
                                          <w:sz w:val="14"/>
                                          <w:szCs w:val="24"/>
                                        </w:rPr>
                                        <w:fldChar w:fldCharType="begin"/>
                                      </w:r>
                                      <w:r w:rsidRPr="00A66C68">
                                        <w:rPr>
                                          <w:sz w:val="14"/>
                                          <w:szCs w:val="24"/>
                                        </w:rPr>
                                        <w:instrText>PAGE  \* Arabic  \* MERGEFORMAT</w:instrText>
                                      </w:r>
                                      <w:r w:rsidRPr="00A66C68">
                                        <w:rPr>
                                          <w:sz w:val="14"/>
                                          <w:szCs w:val="24"/>
                                        </w:rPr>
                                        <w:fldChar w:fldCharType="separate"/>
                                      </w:r>
                                      <w:r w:rsidR="00345515">
                                        <w:rPr>
                                          <w:noProof/>
                                          <w:sz w:val="14"/>
                                          <w:szCs w:val="24"/>
                                        </w:rPr>
                                        <w:t>1</w:t>
                                      </w:r>
                                      <w:r w:rsidRPr="00A66C68">
                                        <w:rPr>
                                          <w:sz w:val="14"/>
                                          <w:szCs w:val="24"/>
                                        </w:rPr>
                                        <w:fldChar w:fldCharType="end"/>
                                      </w:r>
                                    </w:sdtContent>
                                  </w:sdt>
                                  <w:r w:rsidRPr="00A66C68">
                                    <w:rPr>
                                      <w:sz w:val="14"/>
                                      <w:szCs w:val="24"/>
                                    </w:rPr>
                                    <w:t>/</w:t>
                                  </w:r>
                                  <w:sdt>
                                    <w:sdtPr>
                                      <w:rPr>
                                        <w:sz w:val="14"/>
                                        <w:szCs w:val="24"/>
                                      </w:rPr>
                                      <w:id w:val="-1449693998"/>
                                    </w:sdtPr>
                                    <w:sdtContent>
                                      <w:r w:rsidRPr="00A66C68">
                                        <w:rPr>
                                          <w:sz w:val="14"/>
                                          <w:szCs w:val="24"/>
                                        </w:rPr>
                                        <w:fldChar w:fldCharType="begin"/>
                                      </w:r>
                                      <w:r w:rsidRPr="00A66C68">
                                        <w:rPr>
                                          <w:sz w:val="14"/>
                                          <w:szCs w:val="24"/>
                                        </w:rPr>
                                        <w:instrText>NUMPAGES  \* Arabic  \* MERGEFORMAT</w:instrText>
                                      </w:r>
                                      <w:r w:rsidRPr="00A66C68">
                                        <w:rPr>
                                          <w:sz w:val="14"/>
                                          <w:szCs w:val="24"/>
                                        </w:rPr>
                                        <w:fldChar w:fldCharType="separate"/>
                                      </w:r>
                                      <w:r w:rsidR="00345515">
                                        <w:rPr>
                                          <w:noProof/>
                                          <w:sz w:val="14"/>
                                          <w:szCs w:val="24"/>
                                        </w:rPr>
                                        <w:t>2</w:t>
                                      </w:r>
                                      <w:r w:rsidRPr="00A66C68">
                                        <w:rPr>
                                          <w:sz w:val="14"/>
                                          <w:szCs w:val="24"/>
                                        </w:rPr>
                                        <w:fldChar w:fldCharType="end"/>
                                      </w:r>
                                    </w:sdtContent>
                                  </w:sdt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ECB28C"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margin-left:523pt;margin-top:799.45pt;width:53.85pt;height:14.15pt;z-index:-251658233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" stroked="f">
                  <v:textbox>
                    <w:txbxContent>
                      <w:sdt>
                        <w:sdtPr>
                          <w:rPr>
                            <w:sz w:val="14"/>
                            <w:szCs w:val="24"/>
                          </w:rPr>
                          <w:id w:val="-1233615105"/>
                        </w:sdtPr>
                        <w:sdtContent>
                          <w:p w14:paraId="2F351C61" w14:textId="3550957F" w:rsidR="00EC11D5" w:rsidRPr="00A66C68" w:rsidRDefault="00EC11D5" w:rsidP="00AB26FA">
                            <w:pPr>
                              <w:pStyle w:val="Abbinder"/>
                              <w:rPr>
                                <w:sz w:val="22"/>
                              </w:rPr>
                            </w:pPr>
                            <w:r w:rsidRPr="00A66C68">
                              <w:rPr>
                                <w:sz w:val="14"/>
                                <w:szCs w:val="24"/>
                              </w:rPr>
                              <w:t xml:space="preserve">Seite </w:t>
                            </w:r>
                            <w:sdt>
                              <w:sdtPr>
                                <w:rPr>
                                  <w:sz w:val="14"/>
                                  <w:szCs w:val="24"/>
                                </w:rPr>
                                <w:id w:val="919983212"/>
                              </w:sdtPr>
                              <w:sdtContent>
                                <w:r w:rsidRPr="00A66C68">
                                  <w:rPr>
                                    <w:sz w:val="14"/>
                                    <w:szCs w:val="24"/>
                                  </w:rPr>
                                  <w:fldChar w:fldCharType="begin"/>
                                </w:r>
                                <w:r w:rsidRPr="00A66C68">
                                  <w:rPr>
                                    <w:sz w:val="14"/>
                                    <w:szCs w:val="24"/>
                                  </w:rPr>
                                  <w:instrText>PAGE  \* Arabic  \* MERGEFORMAT</w:instrText>
                                </w:r>
                                <w:r w:rsidRPr="00A66C68">
                                  <w:rPr>
                                    <w:sz w:val="14"/>
                                    <w:szCs w:val="24"/>
                                  </w:rPr>
                                  <w:fldChar w:fldCharType="separate"/>
                                </w:r>
                                <w:r w:rsidR="00345515">
                                  <w:rPr>
                                    <w:noProof/>
                                    <w:sz w:val="14"/>
                                    <w:szCs w:val="24"/>
                                  </w:rPr>
                                  <w:t>1</w:t>
                                </w:r>
                                <w:r w:rsidRPr="00A66C68">
                                  <w:rPr>
                                    <w:sz w:val="14"/>
                                    <w:szCs w:val="24"/>
                                  </w:rPr>
                                  <w:fldChar w:fldCharType="end"/>
                                </w:r>
                              </w:sdtContent>
                            </w:sdt>
                            <w:r w:rsidRPr="00A66C68">
                              <w:rPr>
                                <w:sz w:val="14"/>
                                <w:szCs w:val="24"/>
                              </w:rPr>
                              <w:t>/</w:t>
                            </w:r>
                            <w:sdt>
                              <w:sdtPr>
                                <w:rPr>
                                  <w:sz w:val="14"/>
                                  <w:szCs w:val="24"/>
                                </w:rPr>
                                <w:id w:val="-1449693998"/>
                              </w:sdtPr>
                              <w:sdtContent>
                                <w:r w:rsidRPr="00A66C68">
                                  <w:rPr>
                                    <w:sz w:val="14"/>
                                    <w:szCs w:val="24"/>
                                  </w:rPr>
                                  <w:fldChar w:fldCharType="begin"/>
                                </w:r>
                                <w:r w:rsidRPr="00A66C68">
                                  <w:rPr>
                                    <w:sz w:val="14"/>
                                    <w:szCs w:val="24"/>
                                  </w:rPr>
                                  <w:instrText>NUMPAGES  \* Arabic  \* MERGEFORMAT</w:instrText>
                                </w:r>
                                <w:r w:rsidRPr="00A66C68">
                                  <w:rPr>
                                    <w:sz w:val="14"/>
                                    <w:szCs w:val="24"/>
                                  </w:rPr>
                                  <w:fldChar w:fldCharType="separate"/>
                                </w:r>
                                <w:r w:rsidR="00345515">
                                  <w:rPr>
                                    <w:noProof/>
                                    <w:sz w:val="14"/>
                                    <w:szCs w:val="24"/>
                                  </w:rPr>
                                  <w:t>2</w:t>
                                </w:r>
                                <w:r w:rsidRPr="00A66C68">
                                  <w:rPr>
                                    <w:sz w:val="14"/>
                                    <w:szCs w:val="24"/>
                                  </w:rPr>
                                  <w:fldChar w:fldCharType="end"/>
                                </w:r>
                              </w:sdtContent>
                            </w:sdt>
                          </w:p>
                        </w:sdtContent>
                      </w:sdt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EFCF1" w14:textId="77777777" w:rsidR="00744D4C" w:rsidRDefault="00744D4C" w:rsidP="000E6B57">
      <w:r>
        <w:separator/>
      </w:r>
    </w:p>
  </w:footnote>
  <w:footnote w:type="continuationSeparator" w:id="0">
    <w:p w14:paraId="7C1A06AE" w14:textId="77777777" w:rsidR="00744D4C" w:rsidRDefault="00744D4C" w:rsidP="000E6B57">
      <w:r>
        <w:continuationSeparator/>
      </w:r>
    </w:p>
  </w:footnote>
  <w:footnote w:type="continuationNotice" w:id="1">
    <w:p w14:paraId="6273D9EA" w14:textId="77777777" w:rsidR="00744D4C" w:rsidRDefault="00744D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Logoauswahl"/>
      <w:tag w:val="Logoauswahl"/>
      <w:id w:val="1504771822"/>
      <w:lock w:val="sdtLocked"/>
      <w:placeholder>
        <w:docPart w:val="C0F52D1DD368445A8CAD2DE13931AEC7"/>
      </w:placeholder>
      <w:docPartList>
        <w:docPartGallery w:val="Quick Parts"/>
      </w:docPartList>
    </w:sdtPr>
    <w:sdtContent>
      <w:p w14:paraId="719C5674" w14:textId="77777777" w:rsidR="00EC11D5" w:rsidRDefault="00EC11D5">
        <w:pPr>
          <w:pStyle w:val="Kopfzeile"/>
        </w:pPr>
        <w:r>
          <w:rPr>
            <w:noProof/>
            <w:lang w:eastAsia="de-DE"/>
          </w:rPr>
          <w:drawing>
            <wp:anchor distT="0" distB="0" distL="114300" distR="114300" simplePos="0" relativeHeight="251658241" behindDoc="0" locked="1" layoutInCell="1" allowOverlap="1" wp14:anchorId="76C2D317" wp14:editId="2B2910DE">
              <wp:simplePos x="0" y="0"/>
              <wp:positionH relativeFrom="page">
                <wp:posOffset>754380</wp:posOffset>
              </wp:positionH>
              <wp:positionV relativeFrom="page">
                <wp:posOffset>467360</wp:posOffset>
              </wp:positionV>
              <wp:extent cx="6314440" cy="453390"/>
              <wp:effectExtent l="0" t="0" r="0" b="0"/>
              <wp:wrapNone/>
              <wp:docPr id="11" name="Grafi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Grafik 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14440" cy="453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AD8B71" w14:textId="77777777" w:rsidR="00EC11D5" w:rsidRDefault="00000000" w:rsidP="003E3A57">
        <w:pPr>
          <w:pStyle w:val="Kopfzeile"/>
        </w:pPr>
      </w:p>
    </w:sdtContent>
  </w:sdt>
  <w:p w14:paraId="3DCB25B9" w14:textId="77777777" w:rsidR="00EC11D5" w:rsidRDefault="00EC11D5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178E3B2" wp14:editId="75C415B4">
              <wp:simplePos x="0" y="0"/>
              <wp:positionH relativeFrom="column">
                <wp:posOffset>-193040</wp:posOffset>
              </wp:positionH>
              <wp:positionV relativeFrom="paragraph">
                <wp:posOffset>3258820</wp:posOffset>
              </wp:positionV>
              <wp:extent cx="25400" cy="25400"/>
              <wp:effectExtent l="6985" t="1270" r="5715" b="1905"/>
              <wp:wrapNone/>
              <wp:docPr id="8" name="Oval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" cy="25400"/>
                      </a:xfrm>
                      <a:prstGeom prst="ellipse">
                        <a:avLst/>
                      </a:prstGeom>
                      <a:solidFill>
                        <a:srgbClr val="0062A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oval id="Oval 12" style="position:absolute;margin-left:-15.2pt;margin-top:256.6pt;width:2pt;height: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62ae" stroked="f" w14:anchorId="387BF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Logoauswahl"/>
      <w:tag w:val="Logoauswahl"/>
      <w:id w:val="115957487"/>
      <w:lock w:val="sdtContentLocked"/>
      <w:docPartList>
        <w:docPartGallery w:val="Quick Parts"/>
      </w:docPartList>
    </w:sdtPr>
    <w:sdtContent>
      <w:p w14:paraId="279444F9" w14:textId="77777777" w:rsidR="00EC11D5" w:rsidRDefault="00EC11D5">
        <w:pPr>
          <w:pStyle w:val="Kopfzeile"/>
        </w:pPr>
        <w:r>
          <w:rPr>
            <w:noProof/>
            <w:lang w:eastAsia="de-DE"/>
          </w:rPr>
          <w:drawing>
            <wp:anchor distT="0" distB="0" distL="114300" distR="114300" simplePos="0" relativeHeight="251658240" behindDoc="0" locked="1" layoutInCell="1" allowOverlap="1" wp14:anchorId="2B3F864E" wp14:editId="3F103361">
              <wp:simplePos x="0" y="0"/>
              <wp:positionH relativeFrom="page">
                <wp:posOffset>750570</wp:posOffset>
              </wp:positionH>
              <wp:positionV relativeFrom="page">
                <wp:posOffset>467360</wp:posOffset>
              </wp:positionV>
              <wp:extent cx="6314440" cy="453390"/>
              <wp:effectExtent l="0" t="0" r="0" b="0"/>
              <wp:wrapNone/>
              <wp:docPr id="12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Grafik 1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14440" cy="453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E26DC45" w14:textId="77777777" w:rsidR="00EC11D5" w:rsidRPr="001928E5" w:rsidRDefault="00EC11D5" w:rsidP="001928E5">
        <w:pPr>
          <w:pStyle w:val="Kopfzeile"/>
        </w:pPr>
        <w:r>
          <w:rPr>
            <w:noProof/>
            <w:color w:val="0062AE"/>
            <w:lang w:eastAsia="de-DE"/>
          </w:rPr>
          <mc:AlternateContent>
            <mc:Choice Requires="wps">
              <w:drawing>
                <wp:anchor distT="0" distB="0" distL="114300" distR="114300" simplePos="0" relativeHeight="251658242" behindDoc="0" locked="0" layoutInCell="1" allowOverlap="1" wp14:anchorId="6B8FF04B" wp14:editId="0C026835">
                  <wp:simplePos x="0" y="0"/>
                  <wp:positionH relativeFrom="page">
                    <wp:posOffset>288290</wp:posOffset>
                  </wp:positionH>
                  <wp:positionV relativeFrom="paragraph">
                    <wp:posOffset>3414395</wp:posOffset>
                  </wp:positionV>
                  <wp:extent cx="28575" cy="28575"/>
                  <wp:effectExtent l="2540" t="4445" r="6985" b="5080"/>
                  <wp:wrapNone/>
                  <wp:docPr id="3" name="Oval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a="http://schemas.openxmlformats.org/drawingml/2006/main" xmlns:pic="http://schemas.openxmlformats.org/drawingml/2006/picture" xmlns:a14="http://schemas.microsoft.com/office/drawing/2010/main">
              <w:pict>
                <v:oval id="Oval 4" style="position:absolute;margin-left:22.7pt;margin-top:268.85pt;width:2.25pt;height:2.25pt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63af [3204]" stroked="f" strokecolor="#f2f2f2 [3041]" strokeweight="3pt" w14:anchorId="55271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">
                  <v:shadow color="#003157 [1604]" opacity=".5" offset="1pt"/>
                  <w10:wrap anchorx="page"/>
                </v:oval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1064C"/>
    <w:multiLevelType w:val="hybridMultilevel"/>
    <w:tmpl w:val="B1988CD2"/>
    <w:lvl w:ilvl="0" w:tplc="91341D62">
      <w:start w:val="5"/>
      <w:numFmt w:val="bullet"/>
      <w:lvlText w:val="-"/>
      <w:lvlJc w:val="left"/>
      <w:pPr>
        <w:ind w:left="720" w:hanging="360"/>
      </w:pPr>
      <w:rPr>
        <w:rFonts w:ascii="Ubuntu" w:eastAsiaTheme="minorHAnsi" w:hAnsi="Ubuntu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459D9"/>
    <w:multiLevelType w:val="hybridMultilevel"/>
    <w:tmpl w:val="6E7283C6"/>
    <w:lvl w:ilvl="0" w:tplc="EB48E59C">
      <w:start w:val="1"/>
      <w:numFmt w:val="bullet"/>
      <w:pStyle w:val="AufzhlungNagelGroup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0F83911"/>
    <w:multiLevelType w:val="multilevel"/>
    <w:tmpl w:val="6C3816F4"/>
    <w:numStyleLink w:val="zzzListeberschriften"/>
  </w:abstractNum>
  <w:abstractNum w:abstractNumId="3" w15:restartNumberingAfterBreak="0">
    <w:nsid w:val="120F6C35"/>
    <w:multiLevelType w:val="multilevel"/>
    <w:tmpl w:val="AC501B4C"/>
    <w:styleLink w:val="zzzEFLAufzhlung"/>
    <w:lvl w:ilvl="0">
      <w:start w:val="1"/>
      <w:numFmt w:val="bullet"/>
      <w:pStyle w:val="EFLAufzhlung"/>
      <w:lvlText w:val="•"/>
      <w:lvlJc w:val="left"/>
      <w:pPr>
        <w:tabs>
          <w:tab w:val="num" w:pos="142"/>
        </w:tabs>
        <w:ind w:left="142" w:hanging="142"/>
      </w:pPr>
      <w:rPr>
        <w:rFonts w:ascii="Calibri" w:hAnsi="Calibri" w:hint="default"/>
        <w:color w:val="ECECED" w:themeColor="background2"/>
        <w:sz w:val="1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CC723C3"/>
    <w:multiLevelType w:val="hybridMultilevel"/>
    <w:tmpl w:val="B492C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F13D7"/>
    <w:multiLevelType w:val="hybridMultilevel"/>
    <w:tmpl w:val="35FC65EE"/>
    <w:lvl w:ilvl="0" w:tplc="707E355A">
      <w:start w:val="5"/>
      <w:numFmt w:val="bullet"/>
      <w:lvlText w:val="-"/>
      <w:lvlJc w:val="left"/>
      <w:pPr>
        <w:ind w:left="720" w:hanging="360"/>
      </w:pPr>
      <w:rPr>
        <w:rFonts w:ascii="Ubuntu" w:eastAsiaTheme="minorHAnsi" w:hAnsi="Ubuntu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B1204"/>
    <w:multiLevelType w:val="multilevel"/>
    <w:tmpl w:val="AC501B4C"/>
    <w:numStyleLink w:val="zzzEFLAufzhlung"/>
  </w:abstractNum>
  <w:abstractNum w:abstractNumId="7" w15:restartNumberingAfterBreak="0">
    <w:nsid w:val="2E3565A3"/>
    <w:multiLevelType w:val="hybridMultilevel"/>
    <w:tmpl w:val="C42A1714"/>
    <w:lvl w:ilvl="0" w:tplc="91341D62">
      <w:start w:val="5"/>
      <w:numFmt w:val="bullet"/>
      <w:lvlText w:val="-"/>
      <w:lvlJc w:val="left"/>
      <w:pPr>
        <w:ind w:left="720" w:hanging="360"/>
      </w:pPr>
      <w:rPr>
        <w:rFonts w:ascii="Ubuntu" w:eastAsiaTheme="minorHAnsi" w:hAnsi="Ubuntu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47CFF"/>
    <w:multiLevelType w:val="multilevel"/>
    <w:tmpl w:val="505E9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8276D5"/>
    <w:multiLevelType w:val="hybridMultilevel"/>
    <w:tmpl w:val="35D44D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51B75"/>
    <w:multiLevelType w:val="multilevel"/>
    <w:tmpl w:val="6C3816F4"/>
    <w:styleLink w:val="zzzListeberschriften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A350997"/>
    <w:multiLevelType w:val="multilevel"/>
    <w:tmpl w:val="E7FA15E6"/>
    <w:styleLink w:val="zzzListeAufzhlung"/>
    <w:lvl w:ilvl="0">
      <w:start w:val="1"/>
      <w:numFmt w:val="bullet"/>
      <w:pStyle w:val="Aufzhlung1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1">
      <w:start w:val="1"/>
      <w:numFmt w:val="bullet"/>
      <w:pStyle w:val="Aufzhlung2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2">
      <w:start w:val="1"/>
      <w:numFmt w:val="bullet"/>
      <w:pStyle w:val="Aufzhlung3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3">
      <w:start w:val="1"/>
      <w:numFmt w:val="bullet"/>
      <w:pStyle w:val="Aufzhlung4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4">
      <w:start w:val="1"/>
      <w:numFmt w:val="bullet"/>
      <w:pStyle w:val="Aufzhlung5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5">
      <w:start w:val="1"/>
      <w:numFmt w:val="bullet"/>
      <w:pStyle w:val="Aufzhlung6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6">
      <w:start w:val="1"/>
      <w:numFmt w:val="bullet"/>
      <w:pStyle w:val="Aufzhlung7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7">
      <w:start w:val="1"/>
      <w:numFmt w:val="bullet"/>
      <w:pStyle w:val="Aufzhlung8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8">
      <w:start w:val="1"/>
      <w:numFmt w:val="bullet"/>
      <w:pStyle w:val="Aufzhlung9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</w:abstractNum>
  <w:num w:numId="1" w16cid:durableId="1184589887">
    <w:abstractNumId w:val="11"/>
  </w:num>
  <w:num w:numId="2" w16cid:durableId="5782945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9300429">
    <w:abstractNumId w:val="10"/>
  </w:num>
  <w:num w:numId="4" w16cid:durableId="1998028519">
    <w:abstractNumId w:val="2"/>
  </w:num>
  <w:num w:numId="5" w16cid:durableId="35351572">
    <w:abstractNumId w:val="3"/>
  </w:num>
  <w:num w:numId="6" w16cid:durableId="464279842">
    <w:abstractNumId w:val="6"/>
  </w:num>
  <w:num w:numId="7" w16cid:durableId="1328821786">
    <w:abstractNumId w:val="6"/>
  </w:num>
  <w:num w:numId="8" w16cid:durableId="276328797">
    <w:abstractNumId w:val="2"/>
  </w:num>
  <w:num w:numId="9" w16cid:durableId="1913735557">
    <w:abstractNumId w:val="1"/>
  </w:num>
  <w:num w:numId="10" w16cid:durableId="394010568">
    <w:abstractNumId w:val="9"/>
  </w:num>
  <w:num w:numId="11" w16cid:durableId="1681153887">
    <w:abstractNumId w:val="4"/>
  </w:num>
  <w:num w:numId="12" w16cid:durableId="11346740">
    <w:abstractNumId w:val="5"/>
  </w:num>
  <w:num w:numId="13" w16cid:durableId="590508067">
    <w:abstractNumId w:val="0"/>
  </w:num>
  <w:num w:numId="14" w16cid:durableId="1877888990">
    <w:abstractNumId w:val="7"/>
  </w:num>
  <w:num w:numId="15" w16cid:durableId="368066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dminPW" w:val="nagel"/>
    <w:docVar w:name="ExcelPath" w:val="\\DZVS211\TEMPLATES\2016 12 13 Master_Adressdaten .xlsx"/>
    <w:docVar w:name="Hallo" w:val="Das ist ein versteckter Wert"/>
  </w:docVars>
  <w:rsids>
    <w:rsidRoot w:val="0082094E"/>
    <w:rsid w:val="00003BF3"/>
    <w:rsid w:val="00003CF9"/>
    <w:rsid w:val="00005841"/>
    <w:rsid w:val="00006CE2"/>
    <w:rsid w:val="000109A6"/>
    <w:rsid w:val="00012134"/>
    <w:rsid w:val="00012847"/>
    <w:rsid w:val="0001398B"/>
    <w:rsid w:val="00013F4E"/>
    <w:rsid w:val="0001657A"/>
    <w:rsid w:val="00016EDB"/>
    <w:rsid w:val="00021295"/>
    <w:rsid w:val="00022782"/>
    <w:rsid w:val="000241E6"/>
    <w:rsid w:val="0002666F"/>
    <w:rsid w:val="000304F6"/>
    <w:rsid w:val="00031843"/>
    <w:rsid w:val="0003234D"/>
    <w:rsid w:val="000375FF"/>
    <w:rsid w:val="00042CFF"/>
    <w:rsid w:val="00045137"/>
    <w:rsid w:val="000457F8"/>
    <w:rsid w:val="00046EB7"/>
    <w:rsid w:val="000478F8"/>
    <w:rsid w:val="0005027A"/>
    <w:rsid w:val="0005132E"/>
    <w:rsid w:val="000518AD"/>
    <w:rsid w:val="000531CC"/>
    <w:rsid w:val="000531D7"/>
    <w:rsid w:val="00054A9B"/>
    <w:rsid w:val="000563B9"/>
    <w:rsid w:val="000609F7"/>
    <w:rsid w:val="00061BF4"/>
    <w:rsid w:val="0006580B"/>
    <w:rsid w:val="00073278"/>
    <w:rsid w:val="00073709"/>
    <w:rsid w:val="000800BC"/>
    <w:rsid w:val="000814BF"/>
    <w:rsid w:val="00084AF4"/>
    <w:rsid w:val="00085425"/>
    <w:rsid w:val="00086AC5"/>
    <w:rsid w:val="00087DA6"/>
    <w:rsid w:val="0009765E"/>
    <w:rsid w:val="000A1BA0"/>
    <w:rsid w:val="000A2736"/>
    <w:rsid w:val="000A4261"/>
    <w:rsid w:val="000A7B32"/>
    <w:rsid w:val="000B3085"/>
    <w:rsid w:val="000B36CB"/>
    <w:rsid w:val="000B44D5"/>
    <w:rsid w:val="000B4D42"/>
    <w:rsid w:val="000B6AA6"/>
    <w:rsid w:val="000C2DBA"/>
    <w:rsid w:val="000C2EDA"/>
    <w:rsid w:val="000C6978"/>
    <w:rsid w:val="000D204A"/>
    <w:rsid w:val="000D2648"/>
    <w:rsid w:val="000D3539"/>
    <w:rsid w:val="000D7BE0"/>
    <w:rsid w:val="000E11E2"/>
    <w:rsid w:val="000E1D19"/>
    <w:rsid w:val="000E1DE6"/>
    <w:rsid w:val="000E25D6"/>
    <w:rsid w:val="000E28BD"/>
    <w:rsid w:val="000E37E1"/>
    <w:rsid w:val="000E6B57"/>
    <w:rsid w:val="000E7833"/>
    <w:rsid w:val="000F0D52"/>
    <w:rsid w:val="001032DF"/>
    <w:rsid w:val="00103F55"/>
    <w:rsid w:val="00104439"/>
    <w:rsid w:val="0011281A"/>
    <w:rsid w:val="00113377"/>
    <w:rsid w:val="00113466"/>
    <w:rsid w:val="00113C12"/>
    <w:rsid w:val="00114363"/>
    <w:rsid w:val="00116BF9"/>
    <w:rsid w:val="00120BDC"/>
    <w:rsid w:val="00120FA1"/>
    <w:rsid w:val="00121540"/>
    <w:rsid w:val="001219CE"/>
    <w:rsid w:val="00121BC4"/>
    <w:rsid w:val="00124696"/>
    <w:rsid w:val="00124BD7"/>
    <w:rsid w:val="0012688B"/>
    <w:rsid w:val="00131DC2"/>
    <w:rsid w:val="00132A4F"/>
    <w:rsid w:val="00132F30"/>
    <w:rsid w:val="00134386"/>
    <w:rsid w:val="00135C6C"/>
    <w:rsid w:val="00140022"/>
    <w:rsid w:val="0014032E"/>
    <w:rsid w:val="00146208"/>
    <w:rsid w:val="00146AF2"/>
    <w:rsid w:val="00150C5D"/>
    <w:rsid w:val="00150DA1"/>
    <w:rsid w:val="00153806"/>
    <w:rsid w:val="001570B7"/>
    <w:rsid w:val="001571CD"/>
    <w:rsid w:val="0016090E"/>
    <w:rsid w:val="001611FD"/>
    <w:rsid w:val="001631B0"/>
    <w:rsid w:val="00163CB9"/>
    <w:rsid w:val="00164BB2"/>
    <w:rsid w:val="00165267"/>
    <w:rsid w:val="001706A7"/>
    <w:rsid w:val="001724B3"/>
    <w:rsid w:val="00174224"/>
    <w:rsid w:val="00174700"/>
    <w:rsid w:val="001759A8"/>
    <w:rsid w:val="00175BA3"/>
    <w:rsid w:val="00177402"/>
    <w:rsid w:val="00182844"/>
    <w:rsid w:val="00182B38"/>
    <w:rsid w:val="0018721E"/>
    <w:rsid w:val="0019142A"/>
    <w:rsid w:val="001924D5"/>
    <w:rsid w:val="001928E5"/>
    <w:rsid w:val="00193A71"/>
    <w:rsid w:val="0019475A"/>
    <w:rsid w:val="0019780C"/>
    <w:rsid w:val="001A0E07"/>
    <w:rsid w:val="001A1943"/>
    <w:rsid w:val="001A407C"/>
    <w:rsid w:val="001A4296"/>
    <w:rsid w:val="001A6242"/>
    <w:rsid w:val="001A643D"/>
    <w:rsid w:val="001B28BB"/>
    <w:rsid w:val="001B6555"/>
    <w:rsid w:val="001B76CD"/>
    <w:rsid w:val="001C0C88"/>
    <w:rsid w:val="001C6868"/>
    <w:rsid w:val="001D21EE"/>
    <w:rsid w:val="001D49E0"/>
    <w:rsid w:val="001D7358"/>
    <w:rsid w:val="001E0377"/>
    <w:rsid w:val="001E3B6F"/>
    <w:rsid w:val="001E4077"/>
    <w:rsid w:val="001E5612"/>
    <w:rsid w:val="001F0D89"/>
    <w:rsid w:val="001F28AE"/>
    <w:rsid w:val="001F2C14"/>
    <w:rsid w:val="001F30D7"/>
    <w:rsid w:val="001F316D"/>
    <w:rsid w:val="001F6B76"/>
    <w:rsid w:val="001F6CA2"/>
    <w:rsid w:val="00200E6A"/>
    <w:rsid w:val="00201762"/>
    <w:rsid w:val="00203460"/>
    <w:rsid w:val="002056D8"/>
    <w:rsid w:val="00205874"/>
    <w:rsid w:val="00206E35"/>
    <w:rsid w:val="0021183E"/>
    <w:rsid w:val="00211AC5"/>
    <w:rsid w:val="002136D7"/>
    <w:rsid w:val="00214256"/>
    <w:rsid w:val="00215631"/>
    <w:rsid w:val="002163A6"/>
    <w:rsid w:val="00220D42"/>
    <w:rsid w:val="0022191B"/>
    <w:rsid w:val="0023044F"/>
    <w:rsid w:val="00242662"/>
    <w:rsid w:val="00243672"/>
    <w:rsid w:val="00243C83"/>
    <w:rsid w:val="00245A71"/>
    <w:rsid w:val="002460CA"/>
    <w:rsid w:val="0024677E"/>
    <w:rsid w:val="00246F88"/>
    <w:rsid w:val="00252675"/>
    <w:rsid w:val="00252793"/>
    <w:rsid w:val="002544BE"/>
    <w:rsid w:val="00261325"/>
    <w:rsid w:val="00262340"/>
    <w:rsid w:val="0026280A"/>
    <w:rsid w:val="002633F1"/>
    <w:rsid w:val="002634E4"/>
    <w:rsid w:val="002637B6"/>
    <w:rsid w:val="00266010"/>
    <w:rsid w:val="00272763"/>
    <w:rsid w:val="00272E39"/>
    <w:rsid w:val="002740EE"/>
    <w:rsid w:val="00277A54"/>
    <w:rsid w:val="0028117F"/>
    <w:rsid w:val="002869CC"/>
    <w:rsid w:val="00292C45"/>
    <w:rsid w:val="0029701E"/>
    <w:rsid w:val="002A021E"/>
    <w:rsid w:val="002A15FC"/>
    <w:rsid w:val="002A4558"/>
    <w:rsid w:val="002A4E0B"/>
    <w:rsid w:val="002A6E62"/>
    <w:rsid w:val="002B1D19"/>
    <w:rsid w:val="002B29A8"/>
    <w:rsid w:val="002B63CE"/>
    <w:rsid w:val="002B7971"/>
    <w:rsid w:val="002C215C"/>
    <w:rsid w:val="002C39F8"/>
    <w:rsid w:val="002C45B4"/>
    <w:rsid w:val="002C5223"/>
    <w:rsid w:val="002D1199"/>
    <w:rsid w:val="002D3842"/>
    <w:rsid w:val="002D49BE"/>
    <w:rsid w:val="002D4E36"/>
    <w:rsid w:val="002E5B57"/>
    <w:rsid w:val="002E5BD8"/>
    <w:rsid w:val="002E7C4B"/>
    <w:rsid w:val="002F1146"/>
    <w:rsid w:val="002F3E2D"/>
    <w:rsid w:val="002F519D"/>
    <w:rsid w:val="002F6931"/>
    <w:rsid w:val="003000ED"/>
    <w:rsid w:val="0030147A"/>
    <w:rsid w:val="00302D5D"/>
    <w:rsid w:val="003043DF"/>
    <w:rsid w:val="003071D2"/>
    <w:rsid w:val="0031178C"/>
    <w:rsid w:val="003137F2"/>
    <w:rsid w:val="00317386"/>
    <w:rsid w:val="00317DBE"/>
    <w:rsid w:val="00326466"/>
    <w:rsid w:val="00327E70"/>
    <w:rsid w:val="00332430"/>
    <w:rsid w:val="00336579"/>
    <w:rsid w:val="00336BDC"/>
    <w:rsid w:val="003404CA"/>
    <w:rsid w:val="00340B2F"/>
    <w:rsid w:val="00341B72"/>
    <w:rsid w:val="00345515"/>
    <w:rsid w:val="003461B3"/>
    <w:rsid w:val="00346CFE"/>
    <w:rsid w:val="00350333"/>
    <w:rsid w:val="00350415"/>
    <w:rsid w:val="00352898"/>
    <w:rsid w:val="00355FC3"/>
    <w:rsid w:val="00360A54"/>
    <w:rsid w:val="00362354"/>
    <w:rsid w:val="003631FF"/>
    <w:rsid w:val="00363C6B"/>
    <w:rsid w:val="0036430B"/>
    <w:rsid w:val="00372514"/>
    <w:rsid w:val="00373BA8"/>
    <w:rsid w:val="00373EF5"/>
    <w:rsid w:val="0037543A"/>
    <w:rsid w:val="003773ED"/>
    <w:rsid w:val="00381481"/>
    <w:rsid w:val="00382212"/>
    <w:rsid w:val="00383332"/>
    <w:rsid w:val="00383672"/>
    <w:rsid w:val="0038518B"/>
    <w:rsid w:val="00386A3F"/>
    <w:rsid w:val="003916F0"/>
    <w:rsid w:val="00393A72"/>
    <w:rsid w:val="003951BA"/>
    <w:rsid w:val="00397FC2"/>
    <w:rsid w:val="003A2881"/>
    <w:rsid w:val="003A4B09"/>
    <w:rsid w:val="003A4DB6"/>
    <w:rsid w:val="003B0790"/>
    <w:rsid w:val="003B1A62"/>
    <w:rsid w:val="003B2008"/>
    <w:rsid w:val="003B3CF1"/>
    <w:rsid w:val="003B6BFB"/>
    <w:rsid w:val="003B7949"/>
    <w:rsid w:val="003C0710"/>
    <w:rsid w:val="003C083E"/>
    <w:rsid w:val="003C2336"/>
    <w:rsid w:val="003C3941"/>
    <w:rsid w:val="003C3EE4"/>
    <w:rsid w:val="003C5904"/>
    <w:rsid w:val="003D09C5"/>
    <w:rsid w:val="003D762A"/>
    <w:rsid w:val="003E228F"/>
    <w:rsid w:val="003E26C8"/>
    <w:rsid w:val="003E39A6"/>
    <w:rsid w:val="003E3A57"/>
    <w:rsid w:val="003E53B2"/>
    <w:rsid w:val="003E6FFE"/>
    <w:rsid w:val="003E7DED"/>
    <w:rsid w:val="003F07B1"/>
    <w:rsid w:val="003F3A7D"/>
    <w:rsid w:val="003F4B65"/>
    <w:rsid w:val="003F6129"/>
    <w:rsid w:val="00403D18"/>
    <w:rsid w:val="004049B5"/>
    <w:rsid w:val="00406345"/>
    <w:rsid w:val="004066EB"/>
    <w:rsid w:val="004101C0"/>
    <w:rsid w:val="0041169E"/>
    <w:rsid w:val="00412845"/>
    <w:rsid w:val="00412F4C"/>
    <w:rsid w:val="00413C93"/>
    <w:rsid w:val="00415A27"/>
    <w:rsid w:val="00415C8A"/>
    <w:rsid w:val="00415FE7"/>
    <w:rsid w:val="004215A1"/>
    <w:rsid w:val="00422D9C"/>
    <w:rsid w:val="004257D5"/>
    <w:rsid w:val="0042583B"/>
    <w:rsid w:val="00430C96"/>
    <w:rsid w:val="0043369C"/>
    <w:rsid w:val="004338B6"/>
    <w:rsid w:val="00433F99"/>
    <w:rsid w:val="00436451"/>
    <w:rsid w:val="00437351"/>
    <w:rsid w:val="0044253C"/>
    <w:rsid w:val="004428DA"/>
    <w:rsid w:val="00444E90"/>
    <w:rsid w:val="00445FF8"/>
    <w:rsid w:val="00446E58"/>
    <w:rsid w:val="00455547"/>
    <w:rsid w:val="00456E30"/>
    <w:rsid w:val="00457333"/>
    <w:rsid w:val="00460CF0"/>
    <w:rsid w:val="00461505"/>
    <w:rsid w:val="00466287"/>
    <w:rsid w:val="00470F20"/>
    <w:rsid w:val="00474901"/>
    <w:rsid w:val="00475179"/>
    <w:rsid w:val="004775B5"/>
    <w:rsid w:val="00477B76"/>
    <w:rsid w:val="004825E1"/>
    <w:rsid w:val="00484C60"/>
    <w:rsid w:val="00484D25"/>
    <w:rsid w:val="00486948"/>
    <w:rsid w:val="00487D7E"/>
    <w:rsid w:val="00492FCA"/>
    <w:rsid w:val="004936B5"/>
    <w:rsid w:val="00493E31"/>
    <w:rsid w:val="004949AB"/>
    <w:rsid w:val="00495531"/>
    <w:rsid w:val="00495C04"/>
    <w:rsid w:val="004965C3"/>
    <w:rsid w:val="004976A4"/>
    <w:rsid w:val="00497E6F"/>
    <w:rsid w:val="004A2175"/>
    <w:rsid w:val="004A3D70"/>
    <w:rsid w:val="004B08FA"/>
    <w:rsid w:val="004B1638"/>
    <w:rsid w:val="004B16ED"/>
    <w:rsid w:val="004B6364"/>
    <w:rsid w:val="004B6AA5"/>
    <w:rsid w:val="004C009B"/>
    <w:rsid w:val="004C01B6"/>
    <w:rsid w:val="004C1872"/>
    <w:rsid w:val="004C2AEE"/>
    <w:rsid w:val="004C2CA3"/>
    <w:rsid w:val="004C2F10"/>
    <w:rsid w:val="004C2F40"/>
    <w:rsid w:val="004C33C9"/>
    <w:rsid w:val="004C486B"/>
    <w:rsid w:val="004C4BF6"/>
    <w:rsid w:val="004C542C"/>
    <w:rsid w:val="004D0BEE"/>
    <w:rsid w:val="004D0C67"/>
    <w:rsid w:val="004D181E"/>
    <w:rsid w:val="004D1F82"/>
    <w:rsid w:val="004D38FD"/>
    <w:rsid w:val="004D624A"/>
    <w:rsid w:val="004D66FB"/>
    <w:rsid w:val="004D745C"/>
    <w:rsid w:val="004E017D"/>
    <w:rsid w:val="004E222E"/>
    <w:rsid w:val="004E42CD"/>
    <w:rsid w:val="004E4DED"/>
    <w:rsid w:val="004E7D48"/>
    <w:rsid w:val="004F037B"/>
    <w:rsid w:val="004F4980"/>
    <w:rsid w:val="005016C8"/>
    <w:rsid w:val="0050381D"/>
    <w:rsid w:val="005042D3"/>
    <w:rsid w:val="00505DF0"/>
    <w:rsid w:val="005076DF"/>
    <w:rsid w:val="005077F3"/>
    <w:rsid w:val="00511F5B"/>
    <w:rsid w:val="00513F39"/>
    <w:rsid w:val="0051474A"/>
    <w:rsid w:val="00514913"/>
    <w:rsid w:val="00515797"/>
    <w:rsid w:val="00516A85"/>
    <w:rsid w:val="005207D6"/>
    <w:rsid w:val="00521717"/>
    <w:rsid w:val="00521984"/>
    <w:rsid w:val="00523EBB"/>
    <w:rsid w:val="00524C71"/>
    <w:rsid w:val="00524F5D"/>
    <w:rsid w:val="005261DB"/>
    <w:rsid w:val="005268C8"/>
    <w:rsid w:val="00527128"/>
    <w:rsid w:val="005335AB"/>
    <w:rsid w:val="00533D35"/>
    <w:rsid w:val="00534233"/>
    <w:rsid w:val="00534DE1"/>
    <w:rsid w:val="00536746"/>
    <w:rsid w:val="00537D6C"/>
    <w:rsid w:val="00541FBC"/>
    <w:rsid w:val="00542395"/>
    <w:rsid w:val="00543E0D"/>
    <w:rsid w:val="0054445F"/>
    <w:rsid w:val="00544BDC"/>
    <w:rsid w:val="00547296"/>
    <w:rsid w:val="00547345"/>
    <w:rsid w:val="00550155"/>
    <w:rsid w:val="0055176A"/>
    <w:rsid w:val="00554907"/>
    <w:rsid w:val="005550EC"/>
    <w:rsid w:val="005558F3"/>
    <w:rsid w:val="005572F1"/>
    <w:rsid w:val="0056239B"/>
    <w:rsid w:val="00562DF5"/>
    <w:rsid w:val="005645E7"/>
    <w:rsid w:val="0056715C"/>
    <w:rsid w:val="005677FF"/>
    <w:rsid w:val="00571B57"/>
    <w:rsid w:val="0057585E"/>
    <w:rsid w:val="005760A1"/>
    <w:rsid w:val="005814E5"/>
    <w:rsid w:val="00581627"/>
    <w:rsid w:val="00582CB6"/>
    <w:rsid w:val="00583EE4"/>
    <w:rsid w:val="00586632"/>
    <w:rsid w:val="00587241"/>
    <w:rsid w:val="00594CB5"/>
    <w:rsid w:val="00595C6C"/>
    <w:rsid w:val="00597449"/>
    <w:rsid w:val="0059746D"/>
    <w:rsid w:val="005A3E3B"/>
    <w:rsid w:val="005A47D4"/>
    <w:rsid w:val="005A4F59"/>
    <w:rsid w:val="005B1844"/>
    <w:rsid w:val="005B1BF4"/>
    <w:rsid w:val="005B2B80"/>
    <w:rsid w:val="005B42EE"/>
    <w:rsid w:val="005B4F18"/>
    <w:rsid w:val="005B567C"/>
    <w:rsid w:val="005C2EEA"/>
    <w:rsid w:val="005C305D"/>
    <w:rsid w:val="005C3A9F"/>
    <w:rsid w:val="005C47B7"/>
    <w:rsid w:val="005C71CD"/>
    <w:rsid w:val="005D0973"/>
    <w:rsid w:val="005D257A"/>
    <w:rsid w:val="005D3001"/>
    <w:rsid w:val="005D4093"/>
    <w:rsid w:val="005D58BB"/>
    <w:rsid w:val="005D649A"/>
    <w:rsid w:val="005D72FF"/>
    <w:rsid w:val="005D7A1D"/>
    <w:rsid w:val="005E15AC"/>
    <w:rsid w:val="005E2AC8"/>
    <w:rsid w:val="005E5556"/>
    <w:rsid w:val="005E5FE7"/>
    <w:rsid w:val="005F0505"/>
    <w:rsid w:val="005F377E"/>
    <w:rsid w:val="005F4A6E"/>
    <w:rsid w:val="005F55D0"/>
    <w:rsid w:val="005F7E04"/>
    <w:rsid w:val="0060140A"/>
    <w:rsid w:val="006018BA"/>
    <w:rsid w:val="00602328"/>
    <w:rsid w:val="006076A0"/>
    <w:rsid w:val="00607FC9"/>
    <w:rsid w:val="006123F9"/>
    <w:rsid w:val="00613482"/>
    <w:rsid w:val="006149FA"/>
    <w:rsid w:val="0061558F"/>
    <w:rsid w:val="006156EF"/>
    <w:rsid w:val="00615F19"/>
    <w:rsid w:val="0061683E"/>
    <w:rsid w:val="00622FAD"/>
    <w:rsid w:val="0062364D"/>
    <w:rsid w:val="00635CE6"/>
    <w:rsid w:val="0064220B"/>
    <w:rsid w:val="00643B3F"/>
    <w:rsid w:val="0065011B"/>
    <w:rsid w:val="006508E4"/>
    <w:rsid w:val="006539A2"/>
    <w:rsid w:val="00655CC0"/>
    <w:rsid w:val="00655FF6"/>
    <w:rsid w:val="006576A5"/>
    <w:rsid w:val="006603D1"/>
    <w:rsid w:val="006610F9"/>
    <w:rsid w:val="006612F1"/>
    <w:rsid w:val="00665557"/>
    <w:rsid w:val="00667848"/>
    <w:rsid w:val="00667A47"/>
    <w:rsid w:val="006737D3"/>
    <w:rsid w:val="00677722"/>
    <w:rsid w:val="00677F65"/>
    <w:rsid w:val="00677FB7"/>
    <w:rsid w:val="006818E8"/>
    <w:rsid w:val="00681C34"/>
    <w:rsid w:val="00682B81"/>
    <w:rsid w:val="006850E5"/>
    <w:rsid w:val="00686126"/>
    <w:rsid w:val="00691861"/>
    <w:rsid w:val="00691A56"/>
    <w:rsid w:val="00692DD3"/>
    <w:rsid w:val="006964C1"/>
    <w:rsid w:val="00697BC1"/>
    <w:rsid w:val="006A7EFF"/>
    <w:rsid w:val="006B03EB"/>
    <w:rsid w:val="006B0780"/>
    <w:rsid w:val="006B0F59"/>
    <w:rsid w:val="006B3C66"/>
    <w:rsid w:val="006B6E34"/>
    <w:rsid w:val="006B78E2"/>
    <w:rsid w:val="006B7D0B"/>
    <w:rsid w:val="006C0B90"/>
    <w:rsid w:val="006C1D42"/>
    <w:rsid w:val="006C4AFF"/>
    <w:rsid w:val="006C4BF6"/>
    <w:rsid w:val="006C533B"/>
    <w:rsid w:val="006C740C"/>
    <w:rsid w:val="006C79BA"/>
    <w:rsid w:val="006D0ADB"/>
    <w:rsid w:val="006D102E"/>
    <w:rsid w:val="006D735B"/>
    <w:rsid w:val="006E6045"/>
    <w:rsid w:val="006E7D83"/>
    <w:rsid w:val="006F013F"/>
    <w:rsid w:val="006F08E9"/>
    <w:rsid w:val="006F129D"/>
    <w:rsid w:val="006F2EAA"/>
    <w:rsid w:val="006F3CF4"/>
    <w:rsid w:val="006F5F0A"/>
    <w:rsid w:val="006F673F"/>
    <w:rsid w:val="007004D8"/>
    <w:rsid w:val="00702A65"/>
    <w:rsid w:val="00703A3D"/>
    <w:rsid w:val="00704F92"/>
    <w:rsid w:val="00706CFC"/>
    <w:rsid w:val="00707129"/>
    <w:rsid w:val="00710896"/>
    <w:rsid w:val="00711D26"/>
    <w:rsid w:val="00712038"/>
    <w:rsid w:val="00712B5A"/>
    <w:rsid w:val="00712C64"/>
    <w:rsid w:val="007157DA"/>
    <w:rsid w:val="007172A8"/>
    <w:rsid w:val="00722CCE"/>
    <w:rsid w:val="0072320B"/>
    <w:rsid w:val="00725816"/>
    <w:rsid w:val="0073258C"/>
    <w:rsid w:val="00732C80"/>
    <w:rsid w:val="00736B0F"/>
    <w:rsid w:val="00737A2C"/>
    <w:rsid w:val="00737D4E"/>
    <w:rsid w:val="007401E8"/>
    <w:rsid w:val="00742FF5"/>
    <w:rsid w:val="00743650"/>
    <w:rsid w:val="00744D4C"/>
    <w:rsid w:val="00750B52"/>
    <w:rsid w:val="00750DDC"/>
    <w:rsid w:val="00750FB4"/>
    <w:rsid w:val="007531F7"/>
    <w:rsid w:val="00757010"/>
    <w:rsid w:val="00760F31"/>
    <w:rsid w:val="00762566"/>
    <w:rsid w:val="00765DB9"/>
    <w:rsid w:val="007661BF"/>
    <w:rsid w:val="0077097B"/>
    <w:rsid w:val="00771EAE"/>
    <w:rsid w:val="00773140"/>
    <w:rsid w:val="00774835"/>
    <w:rsid w:val="00774F1D"/>
    <w:rsid w:val="007756F0"/>
    <w:rsid w:val="007757FF"/>
    <w:rsid w:val="00782EC8"/>
    <w:rsid w:val="00785BC0"/>
    <w:rsid w:val="00790932"/>
    <w:rsid w:val="00793160"/>
    <w:rsid w:val="0079340A"/>
    <w:rsid w:val="007A0266"/>
    <w:rsid w:val="007A144F"/>
    <w:rsid w:val="007A1CBF"/>
    <w:rsid w:val="007A6588"/>
    <w:rsid w:val="007B3AA4"/>
    <w:rsid w:val="007B5389"/>
    <w:rsid w:val="007B6B78"/>
    <w:rsid w:val="007B6BE5"/>
    <w:rsid w:val="007B701C"/>
    <w:rsid w:val="007C0B32"/>
    <w:rsid w:val="007E227E"/>
    <w:rsid w:val="007E27B1"/>
    <w:rsid w:val="007E3251"/>
    <w:rsid w:val="007E5A39"/>
    <w:rsid w:val="007E6114"/>
    <w:rsid w:val="007E6BB2"/>
    <w:rsid w:val="007E760C"/>
    <w:rsid w:val="007F52F5"/>
    <w:rsid w:val="007F60C8"/>
    <w:rsid w:val="007F6865"/>
    <w:rsid w:val="00802F66"/>
    <w:rsid w:val="00806F03"/>
    <w:rsid w:val="00807EB1"/>
    <w:rsid w:val="00810C08"/>
    <w:rsid w:val="0081112A"/>
    <w:rsid w:val="00811C5C"/>
    <w:rsid w:val="0081263F"/>
    <w:rsid w:val="00813517"/>
    <w:rsid w:val="00813B2E"/>
    <w:rsid w:val="00813D0A"/>
    <w:rsid w:val="00816771"/>
    <w:rsid w:val="00820861"/>
    <w:rsid w:val="008208AA"/>
    <w:rsid w:val="0082094E"/>
    <w:rsid w:val="00826952"/>
    <w:rsid w:val="00827161"/>
    <w:rsid w:val="00831256"/>
    <w:rsid w:val="008326BD"/>
    <w:rsid w:val="00832D4B"/>
    <w:rsid w:val="00833265"/>
    <w:rsid w:val="008332CA"/>
    <w:rsid w:val="00834D3E"/>
    <w:rsid w:val="00837013"/>
    <w:rsid w:val="00837A53"/>
    <w:rsid w:val="008411F2"/>
    <w:rsid w:val="008420A4"/>
    <w:rsid w:val="00846352"/>
    <w:rsid w:val="0084685C"/>
    <w:rsid w:val="008470BC"/>
    <w:rsid w:val="00847999"/>
    <w:rsid w:val="00852FD8"/>
    <w:rsid w:val="00855BAE"/>
    <w:rsid w:val="00855BD7"/>
    <w:rsid w:val="00860594"/>
    <w:rsid w:val="00860B12"/>
    <w:rsid w:val="00861581"/>
    <w:rsid w:val="0086784E"/>
    <w:rsid w:val="00871E53"/>
    <w:rsid w:val="008734EA"/>
    <w:rsid w:val="00883853"/>
    <w:rsid w:val="0089742D"/>
    <w:rsid w:val="008A1BDC"/>
    <w:rsid w:val="008A20F4"/>
    <w:rsid w:val="008A2A85"/>
    <w:rsid w:val="008B091F"/>
    <w:rsid w:val="008B1DFC"/>
    <w:rsid w:val="008B5FA6"/>
    <w:rsid w:val="008B7D24"/>
    <w:rsid w:val="008C0C7F"/>
    <w:rsid w:val="008C0EF3"/>
    <w:rsid w:val="008C2246"/>
    <w:rsid w:val="008C249A"/>
    <w:rsid w:val="008D016D"/>
    <w:rsid w:val="008D12F1"/>
    <w:rsid w:val="008D19B5"/>
    <w:rsid w:val="008D7984"/>
    <w:rsid w:val="008E1ED7"/>
    <w:rsid w:val="008E2E62"/>
    <w:rsid w:val="008E34F7"/>
    <w:rsid w:val="008E4519"/>
    <w:rsid w:val="008E6BDB"/>
    <w:rsid w:val="008F51C5"/>
    <w:rsid w:val="0090161C"/>
    <w:rsid w:val="009049E6"/>
    <w:rsid w:val="0091124D"/>
    <w:rsid w:val="00914DA9"/>
    <w:rsid w:val="00914E2F"/>
    <w:rsid w:val="00923B22"/>
    <w:rsid w:val="00923CB8"/>
    <w:rsid w:val="00927626"/>
    <w:rsid w:val="009313A7"/>
    <w:rsid w:val="0093285F"/>
    <w:rsid w:val="00933DC3"/>
    <w:rsid w:val="0093671E"/>
    <w:rsid w:val="00937BDA"/>
    <w:rsid w:val="00940C3F"/>
    <w:rsid w:val="00941DF7"/>
    <w:rsid w:val="00944826"/>
    <w:rsid w:val="00944FA0"/>
    <w:rsid w:val="009519DA"/>
    <w:rsid w:val="009533FB"/>
    <w:rsid w:val="009567FF"/>
    <w:rsid w:val="009634C4"/>
    <w:rsid w:val="00963BB9"/>
    <w:rsid w:val="009645B2"/>
    <w:rsid w:val="00971480"/>
    <w:rsid w:val="00974553"/>
    <w:rsid w:val="00975E40"/>
    <w:rsid w:val="00976B87"/>
    <w:rsid w:val="009803C5"/>
    <w:rsid w:val="00984353"/>
    <w:rsid w:val="00986ECD"/>
    <w:rsid w:val="00993C00"/>
    <w:rsid w:val="009948A9"/>
    <w:rsid w:val="00997E23"/>
    <w:rsid w:val="009A1DD9"/>
    <w:rsid w:val="009A4B8D"/>
    <w:rsid w:val="009A7927"/>
    <w:rsid w:val="009B3BC6"/>
    <w:rsid w:val="009B6B56"/>
    <w:rsid w:val="009B6CC0"/>
    <w:rsid w:val="009B705E"/>
    <w:rsid w:val="009C0D95"/>
    <w:rsid w:val="009C235C"/>
    <w:rsid w:val="009C379B"/>
    <w:rsid w:val="009C44EA"/>
    <w:rsid w:val="009C5C84"/>
    <w:rsid w:val="009C6B0A"/>
    <w:rsid w:val="009C7F7F"/>
    <w:rsid w:val="009C7FD4"/>
    <w:rsid w:val="009D29AE"/>
    <w:rsid w:val="009D5716"/>
    <w:rsid w:val="009D57F9"/>
    <w:rsid w:val="009D7B35"/>
    <w:rsid w:val="009E5009"/>
    <w:rsid w:val="009E58E7"/>
    <w:rsid w:val="009E6BDD"/>
    <w:rsid w:val="009F0200"/>
    <w:rsid w:val="009F0867"/>
    <w:rsid w:val="009F2CF4"/>
    <w:rsid w:val="009F3351"/>
    <w:rsid w:val="009F7190"/>
    <w:rsid w:val="00A0128C"/>
    <w:rsid w:val="00A025FE"/>
    <w:rsid w:val="00A0531B"/>
    <w:rsid w:val="00A10388"/>
    <w:rsid w:val="00A10C08"/>
    <w:rsid w:val="00A1787D"/>
    <w:rsid w:val="00A26A76"/>
    <w:rsid w:val="00A2748B"/>
    <w:rsid w:val="00A304F8"/>
    <w:rsid w:val="00A306D3"/>
    <w:rsid w:val="00A31C45"/>
    <w:rsid w:val="00A32496"/>
    <w:rsid w:val="00A32C5E"/>
    <w:rsid w:val="00A338EA"/>
    <w:rsid w:val="00A35B32"/>
    <w:rsid w:val="00A404B1"/>
    <w:rsid w:val="00A45275"/>
    <w:rsid w:val="00A4692D"/>
    <w:rsid w:val="00A469FE"/>
    <w:rsid w:val="00A4773E"/>
    <w:rsid w:val="00A51FEF"/>
    <w:rsid w:val="00A52A3E"/>
    <w:rsid w:val="00A52D18"/>
    <w:rsid w:val="00A530B7"/>
    <w:rsid w:val="00A5446D"/>
    <w:rsid w:val="00A56F0D"/>
    <w:rsid w:val="00A624BA"/>
    <w:rsid w:val="00A630CA"/>
    <w:rsid w:val="00A64D44"/>
    <w:rsid w:val="00A6516B"/>
    <w:rsid w:val="00A65226"/>
    <w:rsid w:val="00A658D8"/>
    <w:rsid w:val="00A660C2"/>
    <w:rsid w:val="00A6659E"/>
    <w:rsid w:val="00A6681B"/>
    <w:rsid w:val="00A66C68"/>
    <w:rsid w:val="00A702AC"/>
    <w:rsid w:val="00A71CE3"/>
    <w:rsid w:val="00A71E66"/>
    <w:rsid w:val="00A73018"/>
    <w:rsid w:val="00A74E99"/>
    <w:rsid w:val="00A75099"/>
    <w:rsid w:val="00A83DD0"/>
    <w:rsid w:val="00A844D6"/>
    <w:rsid w:val="00A84C48"/>
    <w:rsid w:val="00A84EA3"/>
    <w:rsid w:val="00A856A1"/>
    <w:rsid w:val="00A85FCE"/>
    <w:rsid w:val="00A9155C"/>
    <w:rsid w:val="00A9264B"/>
    <w:rsid w:val="00A92AD7"/>
    <w:rsid w:val="00A92FCC"/>
    <w:rsid w:val="00A93327"/>
    <w:rsid w:val="00A96381"/>
    <w:rsid w:val="00AA11EB"/>
    <w:rsid w:val="00AA1DBE"/>
    <w:rsid w:val="00AA20EE"/>
    <w:rsid w:val="00AA2AEB"/>
    <w:rsid w:val="00AA3E64"/>
    <w:rsid w:val="00AA40AC"/>
    <w:rsid w:val="00AA4A27"/>
    <w:rsid w:val="00AA506D"/>
    <w:rsid w:val="00AA5B42"/>
    <w:rsid w:val="00AB0585"/>
    <w:rsid w:val="00AB26FA"/>
    <w:rsid w:val="00AB5288"/>
    <w:rsid w:val="00AB57D6"/>
    <w:rsid w:val="00AB6666"/>
    <w:rsid w:val="00AC045A"/>
    <w:rsid w:val="00AC2498"/>
    <w:rsid w:val="00AC2635"/>
    <w:rsid w:val="00AC6E74"/>
    <w:rsid w:val="00AD0F99"/>
    <w:rsid w:val="00AD23AC"/>
    <w:rsid w:val="00AD260B"/>
    <w:rsid w:val="00AD43D2"/>
    <w:rsid w:val="00AD5F55"/>
    <w:rsid w:val="00AD639E"/>
    <w:rsid w:val="00AD79CA"/>
    <w:rsid w:val="00AD7CAD"/>
    <w:rsid w:val="00AE020A"/>
    <w:rsid w:val="00AE0AAE"/>
    <w:rsid w:val="00AE17E2"/>
    <w:rsid w:val="00AE2422"/>
    <w:rsid w:val="00AE254A"/>
    <w:rsid w:val="00AE2E37"/>
    <w:rsid w:val="00AE5CB6"/>
    <w:rsid w:val="00AE6193"/>
    <w:rsid w:val="00AF23B6"/>
    <w:rsid w:val="00AF57B8"/>
    <w:rsid w:val="00AF688D"/>
    <w:rsid w:val="00B00C60"/>
    <w:rsid w:val="00B04073"/>
    <w:rsid w:val="00B05B41"/>
    <w:rsid w:val="00B074B9"/>
    <w:rsid w:val="00B10357"/>
    <w:rsid w:val="00B11065"/>
    <w:rsid w:val="00B12EE8"/>
    <w:rsid w:val="00B141A2"/>
    <w:rsid w:val="00B142D8"/>
    <w:rsid w:val="00B14C73"/>
    <w:rsid w:val="00B156AB"/>
    <w:rsid w:val="00B17015"/>
    <w:rsid w:val="00B174E8"/>
    <w:rsid w:val="00B17955"/>
    <w:rsid w:val="00B20C52"/>
    <w:rsid w:val="00B20EB1"/>
    <w:rsid w:val="00B20FD5"/>
    <w:rsid w:val="00B2343A"/>
    <w:rsid w:val="00B23F50"/>
    <w:rsid w:val="00B23F7C"/>
    <w:rsid w:val="00B25270"/>
    <w:rsid w:val="00B26A30"/>
    <w:rsid w:val="00B26AC4"/>
    <w:rsid w:val="00B323B8"/>
    <w:rsid w:val="00B33D7E"/>
    <w:rsid w:val="00B36EAE"/>
    <w:rsid w:val="00B377C6"/>
    <w:rsid w:val="00B42B13"/>
    <w:rsid w:val="00B446DC"/>
    <w:rsid w:val="00B47BA7"/>
    <w:rsid w:val="00B51FDD"/>
    <w:rsid w:val="00B5464C"/>
    <w:rsid w:val="00B54B1B"/>
    <w:rsid w:val="00B552CA"/>
    <w:rsid w:val="00B57FDD"/>
    <w:rsid w:val="00B627B5"/>
    <w:rsid w:val="00B640AB"/>
    <w:rsid w:val="00B64F87"/>
    <w:rsid w:val="00B658F0"/>
    <w:rsid w:val="00B663C7"/>
    <w:rsid w:val="00B66761"/>
    <w:rsid w:val="00B72160"/>
    <w:rsid w:val="00B73A78"/>
    <w:rsid w:val="00B747EE"/>
    <w:rsid w:val="00B74C2B"/>
    <w:rsid w:val="00B8412C"/>
    <w:rsid w:val="00B84CF0"/>
    <w:rsid w:val="00B85A41"/>
    <w:rsid w:val="00B90B28"/>
    <w:rsid w:val="00B94366"/>
    <w:rsid w:val="00B97097"/>
    <w:rsid w:val="00BA0795"/>
    <w:rsid w:val="00BA0B2E"/>
    <w:rsid w:val="00BA3C0B"/>
    <w:rsid w:val="00BA6F46"/>
    <w:rsid w:val="00BB30C8"/>
    <w:rsid w:val="00BB748A"/>
    <w:rsid w:val="00BB74FA"/>
    <w:rsid w:val="00BC16A3"/>
    <w:rsid w:val="00BC449F"/>
    <w:rsid w:val="00BC4A8D"/>
    <w:rsid w:val="00BC4B85"/>
    <w:rsid w:val="00BC6EE5"/>
    <w:rsid w:val="00BD38E5"/>
    <w:rsid w:val="00BD54FB"/>
    <w:rsid w:val="00BD587B"/>
    <w:rsid w:val="00BD635B"/>
    <w:rsid w:val="00BE0C83"/>
    <w:rsid w:val="00BE0DF2"/>
    <w:rsid w:val="00BE1857"/>
    <w:rsid w:val="00BE3FFD"/>
    <w:rsid w:val="00BE581B"/>
    <w:rsid w:val="00BE5F00"/>
    <w:rsid w:val="00BE6234"/>
    <w:rsid w:val="00BF0895"/>
    <w:rsid w:val="00BF0DD1"/>
    <w:rsid w:val="00BF1BC0"/>
    <w:rsid w:val="00BF54A0"/>
    <w:rsid w:val="00C01671"/>
    <w:rsid w:val="00C030E3"/>
    <w:rsid w:val="00C06419"/>
    <w:rsid w:val="00C17BA5"/>
    <w:rsid w:val="00C215AA"/>
    <w:rsid w:val="00C22FC0"/>
    <w:rsid w:val="00C23888"/>
    <w:rsid w:val="00C23E2E"/>
    <w:rsid w:val="00C253A2"/>
    <w:rsid w:val="00C2741F"/>
    <w:rsid w:val="00C4191F"/>
    <w:rsid w:val="00C41C19"/>
    <w:rsid w:val="00C441C0"/>
    <w:rsid w:val="00C4461E"/>
    <w:rsid w:val="00C46E38"/>
    <w:rsid w:val="00C50FC6"/>
    <w:rsid w:val="00C541CF"/>
    <w:rsid w:val="00C551F5"/>
    <w:rsid w:val="00C55C87"/>
    <w:rsid w:val="00C566DE"/>
    <w:rsid w:val="00C568C3"/>
    <w:rsid w:val="00C616C4"/>
    <w:rsid w:val="00C6249D"/>
    <w:rsid w:val="00C6445B"/>
    <w:rsid w:val="00C647B7"/>
    <w:rsid w:val="00C66AF9"/>
    <w:rsid w:val="00C71FD4"/>
    <w:rsid w:val="00C741A1"/>
    <w:rsid w:val="00C74692"/>
    <w:rsid w:val="00C74FDE"/>
    <w:rsid w:val="00C76040"/>
    <w:rsid w:val="00C80081"/>
    <w:rsid w:val="00C82440"/>
    <w:rsid w:val="00C84952"/>
    <w:rsid w:val="00C91215"/>
    <w:rsid w:val="00C95299"/>
    <w:rsid w:val="00C9556D"/>
    <w:rsid w:val="00CA0152"/>
    <w:rsid w:val="00CA17F2"/>
    <w:rsid w:val="00CA439C"/>
    <w:rsid w:val="00CA5547"/>
    <w:rsid w:val="00CB1621"/>
    <w:rsid w:val="00CB32CA"/>
    <w:rsid w:val="00CB57FB"/>
    <w:rsid w:val="00CB6CAE"/>
    <w:rsid w:val="00CB752C"/>
    <w:rsid w:val="00CC3517"/>
    <w:rsid w:val="00CC53B0"/>
    <w:rsid w:val="00CC60BB"/>
    <w:rsid w:val="00CD0671"/>
    <w:rsid w:val="00CD482E"/>
    <w:rsid w:val="00CD5AB6"/>
    <w:rsid w:val="00CD6139"/>
    <w:rsid w:val="00CD7253"/>
    <w:rsid w:val="00CE2DFE"/>
    <w:rsid w:val="00CE36CD"/>
    <w:rsid w:val="00CE3D93"/>
    <w:rsid w:val="00CF4C0A"/>
    <w:rsid w:val="00CF6679"/>
    <w:rsid w:val="00D01FAB"/>
    <w:rsid w:val="00D03F3A"/>
    <w:rsid w:val="00D056C0"/>
    <w:rsid w:val="00D06526"/>
    <w:rsid w:val="00D103FD"/>
    <w:rsid w:val="00D129B8"/>
    <w:rsid w:val="00D17375"/>
    <w:rsid w:val="00D20834"/>
    <w:rsid w:val="00D228BC"/>
    <w:rsid w:val="00D229CF"/>
    <w:rsid w:val="00D263F1"/>
    <w:rsid w:val="00D26671"/>
    <w:rsid w:val="00D338F6"/>
    <w:rsid w:val="00D34831"/>
    <w:rsid w:val="00D34D2B"/>
    <w:rsid w:val="00D35D41"/>
    <w:rsid w:val="00D378A8"/>
    <w:rsid w:val="00D4000D"/>
    <w:rsid w:val="00D42B89"/>
    <w:rsid w:val="00D455E8"/>
    <w:rsid w:val="00D4796E"/>
    <w:rsid w:val="00D5397F"/>
    <w:rsid w:val="00D64831"/>
    <w:rsid w:val="00D6609C"/>
    <w:rsid w:val="00D667FC"/>
    <w:rsid w:val="00D72D6E"/>
    <w:rsid w:val="00D762E1"/>
    <w:rsid w:val="00D77415"/>
    <w:rsid w:val="00D815D4"/>
    <w:rsid w:val="00D8247D"/>
    <w:rsid w:val="00D837DA"/>
    <w:rsid w:val="00D84DF5"/>
    <w:rsid w:val="00D8622F"/>
    <w:rsid w:val="00D8734D"/>
    <w:rsid w:val="00D87A60"/>
    <w:rsid w:val="00D90F56"/>
    <w:rsid w:val="00D93990"/>
    <w:rsid w:val="00D96FF2"/>
    <w:rsid w:val="00D979B2"/>
    <w:rsid w:val="00DA0C45"/>
    <w:rsid w:val="00DA259A"/>
    <w:rsid w:val="00DA331B"/>
    <w:rsid w:val="00DA3A12"/>
    <w:rsid w:val="00DA5F11"/>
    <w:rsid w:val="00DB2B0E"/>
    <w:rsid w:val="00DB3596"/>
    <w:rsid w:val="00DB467F"/>
    <w:rsid w:val="00DB67E4"/>
    <w:rsid w:val="00DC1F7E"/>
    <w:rsid w:val="00DC2A0A"/>
    <w:rsid w:val="00DD0FA8"/>
    <w:rsid w:val="00DD13FA"/>
    <w:rsid w:val="00DD1DDE"/>
    <w:rsid w:val="00DD46A6"/>
    <w:rsid w:val="00DD4756"/>
    <w:rsid w:val="00DD75B8"/>
    <w:rsid w:val="00DD7983"/>
    <w:rsid w:val="00DE0424"/>
    <w:rsid w:val="00DE386E"/>
    <w:rsid w:val="00DE473B"/>
    <w:rsid w:val="00DE5DAB"/>
    <w:rsid w:val="00DF2C00"/>
    <w:rsid w:val="00DF5C15"/>
    <w:rsid w:val="00DF7EF2"/>
    <w:rsid w:val="00E000EE"/>
    <w:rsid w:val="00E00211"/>
    <w:rsid w:val="00E074DD"/>
    <w:rsid w:val="00E10A27"/>
    <w:rsid w:val="00E1299F"/>
    <w:rsid w:val="00E13D12"/>
    <w:rsid w:val="00E16AD5"/>
    <w:rsid w:val="00E22F3C"/>
    <w:rsid w:val="00E2301B"/>
    <w:rsid w:val="00E23FED"/>
    <w:rsid w:val="00E2530B"/>
    <w:rsid w:val="00E329EF"/>
    <w:rsid w:val="00E3522E"/>
    <w:rsid w:val="00E363EB"/>
    <w:rsid w:val="00E37083"/>
    <w:rsid w:val="00E41A02"/>
    <w:rsid w:val="00E42F60"/>
    <w:rsid w:val="00E443C7"/>
    <w:rsid w:val="00E44748"/>
    <w:rsid w:val="00E468DF"/>
    <w:rsid w:val="00E46C54"/>
    <w:rsid w:val="00E539A4"/>
    <w:rsid w:val="00E54EEC"/>
    <w:rsid w:val="00E55650"/>
    <w:rsid w:val="00E560BD"/>
    <w:rsid w:val="00E60443"/>
    <w:rsid w:val="00E60BA2"/>
    <w:rsid w:val="00E7439F"/>
    <w:rsid w:val="00E751F8"/>
    <w:rsid w:val="00E75E23"/>
    <w:rsid w:val="00E75FB9"/>
    <w:rsid w:val="00E76B6D"/>
    <w:rsid w:val="00E77CD5"/>
    <w:rsid w:val="00E87169"/>
    <w:rsid w:val="00E93CAF"/>
    <w:rsid w:val="00E94635"/>
    <w:rsid w:val="00E948FB"/>
    <w:rsid w:val="00E951AD"/>
    <w:rsid w:val="00E95313"/>
    <w:rsid w:val="00E95A9A"/>
    <w:rsid w:val="00EA0450"/>
    <w:rsid w:val="00EA1E5F"/>
    <w:rsid w:val="00EA2957"/>
    <w:rsid w:val="00EB003B"/>
    <w:rsid w:val="00EB16FD"/>
    <w:rsid w:val="00EB2FDB"/>
    <w:rsid w:val="00EB4FE5"/>
    <w:rsid w:val="00EB643D"/>
    <w:rsid w:val="00EB7907"/>
    <w:rsid w:val="00EB7B80"/>
    <w:rsid w:val="00EB7DB6"/>
    <w:rsid w:val="00EC0482"/>
    <w:rsid w:val="00EC0F40"/>
    <w:rsid w:val="00EC11D5"/>
    <w:rsid w:val="00EC45FE"/>
    <w:rsid w:val="00EC59E1"/>
    <w:rsid w:val="00ED4E8D"/>
    <w:rsid w:val="00ED5254"/>
    <w:rsid w:val="00ED5957"/>
    <w:rsid w:val="00EE1714"/>
    <w:rsid w:val="00EE230D"/>
    <w:rsid w:val="00EE3356"/>
    <w:rsid w:val="00EF00E7"/>
    <w:rsid w:val="00EF1F06"/>
    <w:rsid w:val="00EF259C"/>
    <w:rsid w:val="00EF62B2"/>
    <w:rsid w:val="00EF645F"/>
    <w:rsid w:val="00EF6ABE"/>
    <w:rsid w:val="00F00934"/>
    <w:rsid w:val="00F0546F"/>
    <w:rsid w:val="00F0770B"/>
    <w:rsid w:val="00F105F8"/>
    <w:rsid w:val="00F10C2B"/>
    <w:rsid w:val="00F11003"/>
    <w:rsid w:val="00F13D00"/>
    <w:rsid w:val="00F14546"/>
    <w:rsid w:val="00F15C5E"/>
    <w:rsid w:val="00F2396D"/>
    <w:rsid w:val="00F23B3E"/>
    <w:rsid w:val="00F264A8"/>
    <w:rsid w:val="00F27196"/>
    <w:rsid w:val="00F279C9"/>
    <w:rsid w:val="00F315E1"/>
    <w:rsid w:val="00F334CD"/>
    <w:rsid w:val="00F3601F"/>
    <w:rsid w:val="00F361BE"/>
    <w:rsid w:val="00F36403"/>
    <w:rsid w:val="00F375D5"/>
    <w:rsid w:val="00F37D31"/>
    <w:rsid w:val="00F414E0"/>
    <w:rsid w:val="00F43C74"/>
    <w:rsid w:val="00F445AB"/>
    <w:rsid w:val="00F473D9"/>
    <w:rsid w:val="00F52753"/>
    <w:rsid w:val="00F54811"/>
    <w:rsid w:val="00F55E56"/>
    <w:rsid w:val="00F56F60"/>
    <w:rsid w:val="00F635D2"/>
    <w:rsid w:val="00F642F9"/>
    <w:rsid w:val="00F70E0D"/>
    <w:rsid w:val="00F7161B"/>
    <w:rsid w:val="00F721D5"/>
    <w:rsid w:val="00F74221"/>
    <w:rsid w:val="00F7749B"/>
    <w:rsid w:val="00F8120D"/>
    <w:rsid w:val="00F82F99"/>
    <w:rsid w:val="00F8537C"/>
    <w:rsid w:val="00F877B8"/>
    <w:rsid w:val="00F87AAE"/>
    <w:rsid w:val="00F91653"/>
    <w:rsid w:val="00F91EBC"/>
    <w:rsid w:val="00F92C42"/>
    <w:rsid w:val="00F96899"/>
    <w:rsid w:val="00F9712B"/>
    <w:rsid w:val="00F97CF0"/>
    <w:rsid w:val="00FA085B"/>
    <w:rsid w:val="00FA1C9C"/>
    <w:rsid w:val="00FA405C"/>
    <w:rsid w:val="00FA41A6"/>
    <w:rsid w:val="00FA51FC"/>
    <w:rsid w:val="00FA7042"/>
    <w:rsid w:val="00FA7121"/>
    <w:rsid w:val="00FB040F"/>
    <w:rsid w:val="00FB2734"/>
    <w:rsid w:val="00FB47DC"/>
    <w:rsid w:val="00FB4A92"/>
    <w:rsid w:val="00FB6DC8"/>
    <w:rsid w:val="00FC2159"/>
    <w:rsid w:val="00FC5106"/>
    <w:rsid w:val="00FC5F82"/>
    <w:rsid w:val="00FD100A"/>
    <w:rsid w:val="00FD1333"/>
    <w:rsid w:val="00FD7552"/>
    <w:rsid w:val="00FE1F32"/>
    <w:rsid w:val="00FE2F06"/>
    <w:rsid w:val="00FE34C9"/>
    <w:rsid w:val="00FE382A"/>
    <w:rsid w:val="00FE43B7"/>
    <w:rsid w:val="00FF0097"/>
    <w:rsid w:val="00FF1F67"/>
    <w:rsid w:val="00FF37C0"/>
    <w:rsid w:val="0B5B069D"/>
    <w:rsid w:val="1B3B0C21"/>
    <w:rsid w:val="335A8C48"/>
    <w:rsid w:val="3405E5A0"/>
    <w:rsid w:val="342CDF23"/>
    <w:rsid w:val="35FD8327"/>
    <w:rsid w:val="38D2C8F9"/>
    <w:rsid w:val="3D36DC9B"/>
    <w:rsid w:val="3F6406FA"/>
    <w:rsid w:val="41A54A5E"/>
    <w:rsid w:val="42C88FF2"/>
    <w:rsid w:val="55C38C4F"/>
    <w:rsid w:val="6C6BFBC6"/>
    <w:rsid w:val="71A316E1"/>
    <w:rsid w:val="731A1B7C"/>
    <w:rsid w:val="741AC054"/>
    <w:rsid w:val="7CB8E18E"/>
    <w:rsid w:val="7DA41E57"/>
    <w:rsid w:val="7DEE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FCEAF8"/>
  <w15:docId w15:val="{B5462BA0-D726-4C9C-889D-0DC43018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9"/>
    <w:lsdException w:name="annotation text" w:semiHidden="1" w:unhideWhenUsed="1"/>
    <w:lsdException w:name="header" w:semiHidden="1" w:uiPriority="32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3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6"/>
    <w:lsdException w:name="Intense Emphasis" w:uiPriority="18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semiHidden/>
    <w:qFormat/>
    <w:rsid w:val="00861581"/>
  </w:style>
  <w:style w:type="paragraph" w:styleId="berschrift1">
    <w:name w:val="heading 1"/>
    <w:basedOn w:val="Standard"/>
    <w:next w:val="Text"/>
    <w:link w:val="berschrift1Zchn"/>
    <w:uiPriority w:val="9"/>
    <w:semiHidden/>
    <w:qFormat/>
    <w:rsid w:val="00460CF0"/>
    <w:pPr>
      <w:keepNext/>
      <w:keepLines/>
      <w:numPr>
        <w:numId w:val="3"/>
      </w:numPr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semiHidden/>
    <w:qFormat/>
    <w:rsid w:val="00CB6CAE"/>
    <w:pPr>
      <w:keepNext/>
      <w:keepLines/>
      <w:numPr>
        <w:ilvl w:val="1"/>
        <w:numId w:val="3"/>
      </w:numPr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semiHidden/>
    <w:qFormat/>
    <w:rsid w:val="00CB6CAE"/>
    <w:pPr>
      <w:keepNext/>
      <w:keepLines/>
      <w:numPr>
        <w:ilvl w:val="2"/>
        <w:numId w:val="3"/>
      </w:numPr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Text"/>
    <w:link w:val="berschrift4Zchn"/>
    <w:uiPriority w:val="9"/>
    <w:semiHidden/>
    <w:qFormat/>
    <w:rsid w:val="00CB6CAE"/>
    <w:pPr>
      <w:keepNext/>
      <w:keepLines/>
      <w:numPr>
        <w:ilvl w:val="3"/>
        <w:numId w:val="3"/>
      </w:numPr>
      <w:outlineLvl w:val="3"/>
    </w:pPr>
    <w:rPr>
      <w:rFonts w:asciiTheme="majorHAnsi" w:eastAsiaTheme="majorEastAsia" w:hAnsiTheme="majorHAnsi" w:cstheme="majorBidi"/>
      <w:b/>
      <w:iCs/>
    </w:rPr>
  </w:style>
  <w:style w:type="paragraph" w:styleId="berschrift5">
    <w:name w:val="heading 5"/>
    <w:basedOn w:val="Standard"/>
    <w:next w:val="Text"/>
    <w:link w:val="berschrift5Zchn"/>
    <w:uiPriority w:val="9"/>
    <w:semiHidden/>
    <w:qFormat/>
    <w:rsid w:val="00460CF0"/>
    <w:pPr>
      <w:keepNext/>
      <w:keepLines/>
      <w:numPr>
        <w:ilvl w:val="4"/>
        <w:numId w:val="3"/>
      </w:numPr>
      <w:outlineLvl w:val="4"/>
    </w:pPr>
    <w:rPr>
      <w:rFonts w:asciiTheme="majorHAnsi" w:eastAsiaTheme="majorEastAsia" w:hAnsiTheme="majorHAnsi" w:cstheme="majorBidi"/>
      <w:b/>
    </w:rPr>
  </w:style>
  <w:style w:type="paragraph" w:styleId="berschrift6">
    <w:name w:val="heading 6"/>
    <w:basedOn w:val="Standard"/>
    <w:next w:val="Text"/>
    <w:link w:val="berschrift6Zchn"/>
    <w:uiPriority w:val="9"/>
    <w:semiHidden/>
    <w:qFormat/>
    <w:rsid w:val="00460CF0"/>
    <w:pPr>
      <w:keepNext/>
      <w:keepLines/>
      <w:numPr>
        <w:ilvl w:val="5"/>
        <w:numId w:val="3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berschrift7">
    <w:name w:val="heading 7"/>
    <w:basedOn w:val="Standard"/>
    <w:next w:val="Text"/>
    <w:link w:val="berschrift7Zchn"/>
    <w:uiPriority w:val="9"/>
    <w:semiHidden/>
    <w:qFormat/>
    <w:rsid w:val="00460CF0"/>
    <w:pPr>
      <w:keepNext/>
      <w:keepLines/>
      <w:numPr>
        <w:ilvl w:val="6"/>
        <w:numId w:val="3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Text"/>
    <w:link w:val="berschrift8Zchn"/>
    <w:uiPriority w:val="9"/>
    <w:semiHidden/>
    <w:qFormat/>
    <w:rsid w:val="00460CF0"/>
    <w:pPr>
      <w:keepNext/>
      <w:keepLines/>
      <w:numPr>
        <w:ilvl w:val="7"/>
        <w:numId w:val="3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berschrift9">
    <w:name w:val="heading 9"/>
    <w:basedOn w:val="Standard"/>
    <w:next w:val="Text"/>
    <w:link w:val="berschrift9Zchn"/>
    <w:uiPriority w:val="9"/>
    <w:semiHidden/>
    <w:qFormat/>
    <w:rsid w:val="00460CF0"/>
    <w:pPr>
      <w:keepNext/>
      <w:keepLines/>
      <w:numPr>
        <w:ilvl w:val="8"/>
        <w:numId w:val="3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22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asisTabelle">
    <w:name w:val="Basis Tabelle"/>
    <w:basedOn w:val="NormaleTabelle"/>
    <w:uiPriority w:val="99"/>
    <w:rsid w:val="00D228BC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32"/>
    <w:semiHidden/>
    <w:rsid w:val="00CB6CAE"/>
  </w:style>
  <w:style w:type="character" w:customStyle="1" w:styleId="KopfzeileZchn">
    <w:name w:val="Kopfzeile Zchn"/>
    <w:basedOn w:val="Absatz-Standardschriftart"/>
    <w:link w:val="Kopfzeile"/>
    <w:uiPriority w:val="32"/>
    <w:semiHidden/>
    <w:rsid w:val="00EB7B80"/>
  </w:style>
  <w:style w:type="paragraph" w:styleId="Fuzeile">
    <w:name w:val="footer"/>
    <w:basedOn w:val="Standard"/>
    <w:link w:val="FuzeileZchn"/>
    <w:uiPriority w:val="99"/>
    <w:rsid w:val="00CB6CAE"/>
  </w:style>
  <w:style w:type="character" w:customStyle="1" w:styleId="FuzeileZchn">
    <w:name w:val="Fußzeile Zchn"/>
    <w:basedOn w:val="Absatz-Standardschriftart"/>
    <w:link w:val="Fuzeile"/>
    <w:uiPriority w:val="99"/>
    <w:rsid w:val="00EB7B80"/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EB7B80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6090E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6090E"/>
    <w:rPr>
      <w:rFonts w:asciiTheme="majorHAnsi" w:eastAsiaTheme="majorEastAsia" w:hAnsiTheme="majorHAnsi" w:cstheme="majorBidi"/>
      <w:b/>
      <w:sz w:val="22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6090E"/>
    <w:rPr>
      <w:rFonts w:asciiTheme="majorHAnsi" w:eastAsiaTheme="majorEastAsia" w:hAnsiTheme="majorHAnsi" w:cstheme="majorBidi"/>
      <w:b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6090E"/>
    <w:rPr>
      <w:rFonts w:asciiTheme="majorHAnsi" w:eastAsiaTheme="majorEastAsia" w:hAnsiTheme="majorHAnsi" w:cstheme="majorBidi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6090E"/>
    <w:rPr>
      <w:rFonts w:asciiTheme="majorHAnsi" w:eastAsiaTheme="majorEastAsia" w:hAnsiTheme="majorHAnsi" w:cstheme="majorBidi"/>
      <w:b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6090E"/>
    <w:rPr>
      <w:rFonts w:asciiTheme="majorHAnsi" w:eastAsiaTheme="majorEastAsia" w:hAnsiTheme="majorHAnsi" w:cstheme="majorBidi"/>
      <w:b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6090E"/>
    <w:rPr>
      <w:rFonts w:asciiTheme="majorHAnsi" w:eastAsiaTheme="majorEastAsia" w:hAnsiTheme="majorHAnsi" w:cstheme="majorBidi"/>
      <w:b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6090E"/>
    <w:rPr>
      <w:rFonts w:asciiTheme="majorHAnsi" w:eastAsiaTheme="majorEastAsia" w:hAnsiTheme="majorHAnsi" w:cstheme="majorBidi"/>
      <w:b/>
      <w:iCs/>
      <w:szCs w:val="21"/>
    </w:rPr>
  </w:style>
  <w:style w:type="paragraph" w:styleId="Verzeichnis1">
    <w:name w:val="toc 1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2">
    <w:name w:val="toc 2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3">
    <w:name w:val="toc 3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4">
    <w:name w:val="toc 4"/>
    <w:basedOn w:val="Standard"/>
    <w:next w:val="Standard"/>
    <w:uiPriority w:val="39"/>
    <w:semiHidden/>
    <w:rsid w:val="0022191B"/>
    <w:pPr>
      <w:tabs>
        <w:tab w:val="right" w:pos="5670"/>
      </w:tabs>
    </w:pPr>
  </w:style>
  <w:style w:type="paragraph" w:styleId="Verzeichnis5">
    <w:name w:val="toc 5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6">
    <w:name w:val="toc 6"/>
    <w:basedOn w:val="Standard"/>
    <w:next w:val="Standard"/>
    <w:uiPriority w:val="39"/>
    <w:semiHidden/>
    <w:rsid w:val="0022191B"/>
    <w:pPr>
      <w:tabs>
        <w:tab w:val="right" w:pos="5670"/>
      </w:tabs>
    </w:pPr>
  </w:style>
  <w:style w:type="paragraph" w:styleId="Verzeichnis7">
    <w:name w:val="toc 7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8">
    <w:name w:val="toc 8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9">
    <w:name w:val="toc 9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character" w:styleId="Hyperlink">
    <w:name w:val="Hyperlink"/>
    <w:basedOn w:val="Absatz-Standardschriftart"/>
    <w:uiPriority w:val="99"/>
    <w:rsid w:val="00AD0F99"/>
    <w:rPr>
      <w:color w:val="0062AE" w:themeColor="hyperlink"/>
      <w:u w:val="none"/>
    </w:rPr>
  </w:style>
  <w:style w:type="paragraph" w:styleId="Titel">
    <w:name w:val="Title"/>
    <w:basedOn w:val="Standard"/>
    <w:link w:val="TitelZchn"/>
    <w:uiPriority w:val="4"/>
    <w:semiHidden/>
    <w:qFormat/>
    <w:rsid w:val="00E3522E"/>
    <w:pPr>
      <w:contextualSpacing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elZchn">
    <w:name w:val="Titel Zchn"/>
    <w:basedOn w:val="Absatz-Standardschriftart"/>
    <w:link w:val="Titel"/>
    <w:uiPriority w:val="4"/>
    <w:semiHidden/>
    <w:rsid w:val="0016090E"/>
    <w:rPr>
      <w:rFonts w:asciiTheme="majorHAnsi" w:eastAsiaTheme="majorEastAsia" w:hAnsiTheme="majorHAnsi" w:cstheme="majorBidi"/>
      <w:b/>
      <w:sz w:val="40"/>
      <w:szCs w:val="56"/>
    </w:rPr>
  </w:style>
  <w:style w:type="paragraph" w:styleId="Untertitel">
    <w:name w:val="Subtitle"/>
    <w:basedOn w:val="Standard"/>
    <w:link w:val="UntertitelZchn"/>
    <w:uiPriority w:val="5"/>
    <w:semiHidden/>
    <w:qFormat/>
    <w:rsid w:val="00E3522E"/>
    <w:pPr>
      <w:numPr>
        <w:ilvl w:val="1"/>
      </w:numPr>
    </w:pPr>
    <w:rPr>
      <w:rFonts w:eastAsiaTheme="minorEastAsia"/>
      <w:sz w:val="32"/>
    </w:rPr>
  </w:style>
  <w:style w:type="character" w:customStyle="1" w:styleId="UntertitelZchn">
    <w:name w:val="Untertitel Zchn"/>
    <w:basedOn w:val="Absatz-Standardschriftart"/>
    <w:link w:val="Untertitel"/>
    <w:uiPriority w:val="5"/>
    <w:semiHidden/>
    <w:rsid w:val="0016090E"/>
    <w:rPr>
      <w:rFonts w:eastAsiaTheme="minorEastAsia"/>
      <w:sz w:val="32"/>
      <w:szCs w:val="22"/>
    </w:rPr>
  </w:style>
  <w:style w:type="paragraph" w:customStyle="1" w:styleId="Text">
    <w:name w:val="Text"/>
    <w:basedOn w:val="Standard"/>
    <w:uiPriority w:val="2"/>
    <w:qFormat/>
    <w:rsid w:val="00022782"/>
    <w:pPr>
      <w:spacing w:after="220"/>
    </w:pPr>
    <w:rPr>
      <w:sz w:val="20"/>
    </w:rPr>
  </w:style>
  <w:style w:type="paragraph" w:styleId="KeinLeerraum">
    <w:name w:val="No Spacing"/>
    <w:uiPriority w:val="99"/>
    <w:semiHidden/>
    <w:rsid w:val="002C39F8"/>
  </w:style>
  <w:style w:type="character" w:styleId="SchwacheHervorhebung">
    <w:name w:val="Subtle Emphasis"/>
    <w:basedOn w:val="Absatz-Standardschriftart"/>
    <w:uiPriority w:val="16"/>
    <w:semiHidden/>
    <w:rsid w:val="00E3522E"/>
    <w:rPr>
      <w:i/>
      <w:iCs/>
      <w:color w:val="auto"/>
    </w:rPr>
  </w:style>
  <w:style w:type="character" w:styleId="Hervorhebung">
    <w:name w:val="Emphasis"/>
    <w:basedOn w:val="Absatz-Standardschriftart"/>
    <w:uiPriority w:val="17"/>
    <w:semiHidden/>
    <w:rsid w:val="00E3522E"/>
    <w:rPr>
      <w:b/>
      <w:i w:val="0"/>
      <w:iCs/>
    </w:rPr>
  </w:style>
  <w:style w:type="character" w:styleId="IntensiveHervorhebung">
    <w:name w:val="Intense Emphasis"/>
    <w:basedOn w:val="Absatz-Standardschriftart"/>
    <w:uiPriority w:val="18"/>
    <w:semiHidden/>
    <w:rsid w:val="00E3522E"/>
    <w:rPr>
      <w:b/>
      <w:i/>
      <w:iCs/>
      <w:color w:val="auto"/>
    </w:rPr>
  </w:style>
  <w:style w:type="character" w:styleId="Fett">
    <w:name w:val="Strong"/>
    <w:basedOn w:val="Absatz-Standardschriftart"/>
    <w:uiPriority w:val="22"/>
    <w:qFormat/>
    <w:rsid w:val="002C39F8"/>
    <w:rPr>
      <w:b/>
      <w:bCs/>
    </w:rPr>
  </w:style>
  <w:style w:type="paragraph" w:styleId="Zitat">
    <w:name w:val="Quote"/>
    <w:basedOn w:val="Standard"/>
    <w:next w:val="Standard"/>
    <w:link w:val="ZitatZchn"/>
    <w:uiPriority w:val="99"/>
    <w:semiHidden/>
    <w:rsid w:val="00CF4C0A"/>
    <w:pPr>
      <w:spacing w:before="300" w:after="300"/>
      <w:ind w:left="1134" w:right="113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99"/>
    <w:semiHidden/>
    <w:rsid w:val="00DD13FA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99"/>
    <w:semiHidden/>
    <w:rsid w:val="00CF4C0A"/>
    <w:pPr>
      <w:pBdr>
        <w:top w:val="single" w:sz="2" w:space="10" w:color="auto"/>
        <w:bottom w:val="single" w:sz="2" w:space="10" w:color="auto"/>
      </w:pBdr>
      <w:spacing w:before="300" w:after="300"/>
      <w:ind w:left="1134" w:right="1134"/>
      <w:jc w:val="center"/>
    </w:pPr>
    <w:rPr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99"/>
    <w:semiHidden/>
    <w:rsid w:val="00DD13FA"/>
    <w:rPr>
      <w:iCs/>
    </w:rPr>
  </w:style>
  <w:style w:type="character" w:styleId="SchwacherVerweis">
    <w:name w:val="Subtle Reference"/>
    <w:basedOn w:val="Absatz-Standardschriftart"/>
    <w:uiPriority w:val="99"/>
    <w:semiHidden/>
    <w:rsid w:val="00DD13FA"/>
    <w:rPr>
      <w:caps/>
      <w:smallCaps w:val="0"/>
      <w:strike w:val="0"/>
      <w:dstrike w:val="0"/>
      <w:vanish w:val="0"/>
      <w:color w:val="auto"/>
      <w:vertAlign w:val="baseline"/>
    </w:rPr>
  </w:style>
  <w:style w:type="character" w:styleId="IntensiverVerweis">
    <w:name w:val="Intense Reference"/>
    <w:basedOn w:val="Absatz-Standardschriftart"/>
    <w:uiPriority w:val="99"/>
    <w:semiHidden/>
    <w:rsid w:val="00DD13FA"/>
    <w:rPr>
      <w:b/>
      <w:bCs/>
      <w:caps/>
      <w:smallCaps w:val="0"/>
      <w:strike w:val="0"/>
      <w:dstrike w:val="0"/>
      <w:vanish w:val="0"/>
      <w:color w:val="auto"/>
      <w:spacing w:val="0"/>
      <w:vertAlign w:val="baseline"/>
    </w:rPr>
  </w:style>
  <w:style w:type="character" w:styleId="Buchtitel">
    <w:name w:val="Book Title"/>
    <w:basedOn w:val="Absatz-Standardschriftart"/>
    <w:uiPriority w:val="99"/>
    <w:semiHidden/>
    <w:qFormat/>
    <w:rsid w:val="00DD13FA"/>
    <w:rPr>
      <w:b/>
      <w:bCs/>
      <w:i/>
      <w:iCs/>
      <w:spacing w:val="0"/>
    </w:rPr>
  </w:style>
  <w:style w:type="paragraph" w:styleId="Listenabsatz">
    <w:name w:val="List Paragraph"/>
    <w:basedOn w:val="Standard"/>
    <w:uiPriority w:val="34"/>
    <w:qFormat/>
    <w:rsid w:val="00DD13FA"/>
    <w:pPr>
      <w:ind w:left="851"/>
    </w:pPr>
  </w:style>
  <w:style w:type="paragraph" w:customStyle="1" w:styleId="Aufzhlung1">
    <w:name w:val="Aufzählung 1"/>
    <w:basedOn w:val="Standard"/>
    <w:uiPriority w:val="19"/>
    <w:semiHidden/>
    <w:qFormat/>
    <w:rsid w:val="00EB643D"/>
    <w:pPr>
      <w:numPr>
        <w:numId w:val="1"/>
      </w:numPr>
    </w:pPr>
  </w:style>
  <w:style w:type="paragraph" w:customStyle="1" w:styleId="Aufzhlung2">
    <w:name w:val="Aufzählung 2"/>
    <w:basedOn w:val="Standard"/>
    <w:uiPriority w:val="19"/>
    <w:semiHidden/>
    <w:qFormat/>
    <w:rsid w:val="00EB643D"/>
    <w:pPr>
      <w:numPr>
        <w:ilvl w:val="1"/>
        <w:numId w:val="1"/>
      </w:numPr>
    </w:pPr>
  </w:style>
  <w:style w:type="paragraph" w:customStyle="1" w:styleId="Aufzhlung3">
    <w:name w:val="Aufzählung 3"/>
    <w:basedOn w:val="Standard"/>
    <w:uiPriority w:val="19"/>
    <w:semiHidden/>
    <w:qFormat/>
    <w:rsid w:val="00EB643D"/>
    <w:pPr>
      <w:numPr>
        <w:ilvl w:val="2"/>
        <w:numId w:val="1"/>
      </w:numPr>
    </w:pPr>
  </w:style>
  <w:style w:type="paragraph" w:customStyle="1" w:styleId="Aufzhlung4">
    <w:name w:val="Aufzählung 4"/>
    <w:basedOn w:val="Standard"/>
    <w:uiPriority w:val="19"/>
    <w:semiHidden/>
    <w:qFormat/>
    <w:rsid w:val="00EB643D"/>
    <w:pPr>
      <w:numPr>
        <w:ilvl w:val="3"/>
        <w:numId w:val="1"/>
      </w:numPr>
    </w:pPr>
  </w:style>
  <w:style w:type="paragraph" w:customStyle="1" w:styleId="Aufzhlung5">
    <w:name w:val="Aufzählung 5"/>
    <w:basedOn w:val="Standard"/>
    <w:uiPriority w:val="19"/>
    <w:semiHidden/>
    <w:qFormat/>
    <w:rsid w:val="00EB643D"/>
    <w:pPr>
      <w:numPr>
        <w:ilvl w:val="4"/>
        <w:numId w:val="1"/>
      </w:numPr>
    </w:pPr>
  </w:style>
  <w:style w:type="paragraph" w:customStyle="1" w:styleId="Aufzhlung6">
    <w:name w:val="Aufzählung 6"/>
    <w:basedOn w:val="Standard"/>
    <w:uiPriority w:val="19"/>
    <w:semiHidden/>
    <w:qFormat/>
    <w:rsid w:val="00EB643D"/>
    <w:pPr>
      <w:numPr>
        <w:ilvl w:val="5"/>
        <w:numId w:val="1"/>
      </w:numPr>
    </w:pPr>
  </w:style>
  <w:style w:type="paragraph" w:customStyle="1" w:styleId="Aufzhlung7">
    <w:name w:val="Aufzählung 7"/>
    <w:basedOn w:val="Standard"/>
    <w:uiPriority w:val="19"/>
    <w:semiHidden/>
    <w:qFormat/>
    <w:rsid w:val="00EB643D"/>
    <w:pPr>
      <w:numPr>
        <w:ilvl w:val="6"/>
        <w:numId w:val="1"/>
      </w:numPr>
    </w:pPr>
  </w:style>
  <w:style w:type="paragraph" w:customStyle="1" w:styleId="Aufzhlung8">
    <w:name w:val="Aufzählung 8"/>
    <w:basedOn w:val="Standard"/>
    <w:uiPriority w:val="19"/>
    <w:semiHidden/>
    <w:qFormat/>
    <w:rsid w:val="00EB643D"/>
    <w:pPr>
      <w:numPr>
        <w:ilvl w:val="7"/>
        <w:numId w:val="1"/>
      </w:numPr>
    </w:pPr>
  </w:style>
  <w:style w:type="paragraph" w:customStyle="1" w:styleId="Aufzhlung9">
    <w:name w:val="Aufzählung 9"/>
    <w:basedOn w:val="Standard"/>
    <w:uiPriority w:val="19"/>
    <w:semiHidden/>
    <w:qFormat/>
    <w:rsid w:val="00EB643D"/>
    <w:pPr>
      <w:numPr>
        <w:ilvl w:val="8"/>
        <w:numId w:val="1"/>
      </w:numPr>
    </w:pPr>
  </w:style>
  <w:style w:type="numbering" w:customStyle="1" w:styleId="zzzListeAufzhlung">
    <w:name w:val="zzz_Liste_Aufzählung"/>
    <w:basedOn w:val="KeineListe"/>
    <w:uiPriority w:val="99"/>
    <w:rsid w:val="00EB643D"/>
    <w:pPr>
      <w:numPr>
        <w:numId w:val="1"/>
      </w:numPr>
    </w:pPr>
  </w:style>
  <w:style w:type="numbering" w:customStyle="1" w:styleId="zzzListeberschriften">
    <w:name w:val="zzz_Liste_Überschriften"/>
    <w:basedOn w:val="KeineListe"/>
    <w:uiPriority w:val="99"/>
    <w:rsid w:val="00460CF0"/>
    <w:pPr>
      <w:numPr>
        <w:numId w:val="3"/>
      </w:numPr>
    </w:pPr>
  </w:style>
  <w:style w:type="paragraph" w:styleId="Inhaltsverzeichnisberschrift">
    <w:name w:val="TOC Heading"/>
    <w:basedOn w:val="Standard"/>
    <w:next w:val="Text"/>
    <w:uiPriority w:val="39"/>
    <w:semiHidden/>
    <w:qFormat/>
    <w:rsid w:val="00EB7B80"/>
    <w:rPr>
      <w:b/>
      <w:sz w:val="28"/>
    </w:rPr>
  </w:style>
  <w:style w:type="paragraph" w:styleId="Beschriftung">
    <w:name w:val="caption"/>
    <w:basedOn w:val="Standard"/>
    <w:uiPriority w:val="35"/>
    <w:semiHidden/>
    <w:qFormat/>
    <w:rsid w:val="00EB7B80"/>
    <w:pPr>
      <w:spacing w:after="240"/>
      <w:contextualSpacing/>
    </w:pPr>
    <w:rPr>
      <w:i/>
      <w:iCs/>
      <w:sz w:val="16"/>
      <w:szCs w:val="18"/>
    </w:rPr>
  </w:style>
  <w:style w:type="paragraph" w:customStyle="1" w:styleId="Empfnger">
    <w:name w:val="Empfänger"/>
    <w:basedOn w:val="Standard"/>
    <w:uiPriority w:val="1"/>
    <w:rsid w:val="00B85A41"/>
    <w:pPr>
      <w:spacing w:line="260" w:lineRule="exact"/>
    </w:pPr>
  </w:style>
  <w:style w:type="character" w:styleId="Platzhaltertext">
    <w:name w:val="Placeholder Text"/>
    <w:basedOn w:val="Absatz-Standardschriftart"/>
    <w:uiPriority w:val="30"/>
    <w:semiHidden/>
    <w:rsid w:val="00163CB9"/>
    <w:rPr>
      <w:color w:val="808080"/>
    </w:rPr>
  </w:style>
  <w:style w:type="paragraph" w:customStyle="1" w:styleId="Absender">
    <w:name w:val="Absender"/>
    <w:basedOn w:val="Standard"/>
    <w:uiPriority w:val="14"/>
    <w:rsid w:val="00B640AB"/>
    <w:rPr>
      <w:color w:val="000000" w:themeColor="text1"/>
      <w:spacing w:val="-4"/>
      <w:sz w:val="12"/>
    </w:rPr>
  </w:style>
  <w:style w:type="paragraph" w:customStyle="1" w:styleId="Betreff">
    <w:name w:val="Betreff"/>
    <w:basedOn w:val="Standard"/>
    <w:uiPriority w:val="2"/>
    <w:rsid w:val="00FF1F67"/>
    <w:pPr>
      <w:spacing w:after="660"/>
      <w:contextualSpacing/>
    </w:pPr>
    <w:rPr>
      <w:b/>
    </w:rPr>
  </w:style>
  <w:style w:type="paragraph" w:customStyle="1" w:styleId="Hinweis">
    <w:name w:val="Hinweis"/>
    <w:basedOn w:val="Standard"/>
    <w:uiPriority w:val="19"/>
    <w:rsid w:val="00FB4A92"/>
    <w:pPr>
      <w:jc w:val="right"/>
    </w:pPr>
    <w:rPr>
      <w:vanish/>
      <w:sz w:val="16"/>
    </w:rPr>
  </w:style>
  <w:style w:type="paragraph" w:customStyle="1" w:styleId="Info">
    <w:name w:val="Info"/>
    <w:basedOn w:val="Standard"/>
    <w:uiPriority w:val="9"/>
    <w:rsid w:val="00FB4A92"/>
    <w:rPr>
      <w:sz w:val="16"/>
    </w:rPr>
  </w:style>
  <w:style w:type="paragraph" w:customStyle="1" w:styleId="E-Mail">
    <w:name w:val="E-Mail"/>
    <w:basedOn w:val="Standard"/>
    <w:uiPriority w:val="10"/>
    <w:rsid w:val="004428DA"/>
    <w:rPr>
      <w:sz w:val="12"/>
    </w:rPr>
  </w:style>
  <w:style w:type="paragraph" w:customStyle="1" w:styleId="EFLHeadline">
    <w:name w:val="EFL Headline"/>
    <w:basedOn w:val="Standard"/>
    <w:uiPriority w:val="11"/>
    <w:rsid w:val="003B1A62"/>
    <w:pPr>
      <w:spacing w:after="200"/>
    </w:pPr>
    <w:rPr>
      <w:b/>
      <w:sz w:val="14"/>
    </w:rPr>
  </w:style>
  <w:style w:type="paragraph" w:customStyle="1" w:styleId="EFLSubheadline">
    <w:name w:val="EFL Subheadline"/>
    <w:basedOn w:val="Standard"/>
    <w:uiPriority w:val="11"/>
    <w:rsid w:val="003B1A62"/>
    <w:rPr>
      <w:b/>
      <w:sz w:val="12"/>
    </w:rPr>
  </w:style>
  <w:style w:type="numbering" w:customStyle="1" w:styleId="zzzEFLAufzhlung">
    <w:name w:val="zzz_EFL_Aufzählung"/>
    <w:basedOn w:val="KeineListe"/>
    <w:uiPriority w:val="99"/>
    <w:rsid w:val="004F4980"/>
    <w:pPr>
      <w:numPr>
        <w:numId w:val="5"/>
      </w:numPr>
    </w:pPr>
  </w:style>
  <w:style w:type="paragraph" w:customStyle="1" w:styleId="EFLAufzhlung">
    <w:name w:val="EFL Aufzählung"/>
    <w:basedOn w:val="Standard"/>
    <w:uiPriority w:val="11"/>
    <w:rsid w:val="004F4980"/>
    <w:pPr>
      <w:numPr>
        <w:numId w:val="5"/>
      </w:numPr>
    </w:pPr>
    <w:rPr>
      <w:sz w:val="12"/>
    </w:rPr>
  </w:style>
  <w:style w:type="paragraph" w:customStyle="1" w:styleId="Abbinder">
    <w:name w:val="Abbinder"/>
    <w:basedOn w:val="Standard"/>
    <w:uiPriority w:val="9"/>
    <w:rsid w:val="00855BAE"/>
    <w:pPr>
      <w:suppressAutoHyphens/>
    </w:pPr>
    <w:rPr>
      <w:sz w:val="12"/>
    </w:rPr>
  </w:style>
  <w:style w:type="paragraph" w:customStyle="1" w:styleId="Funktion">
    <w:name w:val="Funktion"/>
    <w:basedOn w:val="Text"/>
    <w:uiPriority w:val="4"/>
    <w:rsid w:val="001928E5"/>
    <w:pPr>
      <w:spacing w:after="0"/>
    </w:pPr>
    <w:rPr>
      <w:sz w:val="18"/>
      <w:szCs w:val="20"/>
    </w:rPr>
  </w:style>
  <w:style w:type="paragraph" w:customStyle="1" w:styleId="Name">
    <w:name w:val="Name"/>
    <w:basedOn w:val="Text"/>
    <w:uiPriority w:val="3"/>
    <w:rsid w:val="001928E5"/>
    <w:pPr>
      <w:spacing w:after="0"/>
    </w:pPr>
    <w:rPr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61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6114"/>
    <w:rPr>
      <w:rFonts w:ascii="Tahoma" w:hAnsi="Tahoma" w:cs="Tahoma"/>
      <w:sz w:val="16"/>
      <w:szCs w:val="16"/>
    </w:rPr>
  </w:style>
  <w:style w:type="paragraph" w:customStyle="1" w:styleId="Aufzhlung">
    <w:name w:val="Aufzählung"/>
    <w:basedOn w:val="Text"/>
    <w:link w:val="AufzhlungChar"/>
    <w:rsid w:val="006C4AFF"/>
    <w:pPr>
      <w:numPr>
        <w:numId w:val="7"/>
      </w:numPr>
      <w:tabs>
        <w:tab w:val="clear" w:pos="142"/>
      </w:tabs>
      <w:ind w:left="927" w:hanging="360"/>
    </w:pPr>
    <w:rPr>
      <w:lang w:val="en-US"/>
    </w:rPr>
  </w:style>
  <w:style w:type="character" w:customStyle="1" w:styleId="AufzhlungChar">
    <w:name w:val="Aufzählung Char"/>
    <w:basedOn w:val="Absatz-Standardschriftart"/>
    <w:link w:val="Aufzhlung"/>
    <w:rsid w:val="006C4AFF"/>
    <w:rPr>
      <w:lang w:val="en-US"/>
    </w:rPr>
  </w:style>
  <w:style w:type="paragraph" w:customStyle="1" w:styleId="berschrift11">
    <w:name w:val="Überschrift 11"/>
    <w:next w:val="Text"/>
    <w:qFormat/>
    <w:rsid w:val="0060140A"/>
    <w:rPr>
      <w:b/>
      <w:caps/>
      <w:color w:val="0062AE"/>
      <w:sz w:val="28"/>
    </w:rPr>
  </w:style>
  <w:style w:type="paragraph" w:customStyle="1" w:styleId="berschrift21">
    <w:name w:val="Überschrift 21"/>
    <w:basedOn w:val="Text"/>
    <w:link w:val="berschrift2Char"/>
    <w:qFormat/>
    <w:rsid w:val="0060140A"/>
    <w:rPr>
      <w:b/>
      <w:caps/>
      <w:color w:val="0062AE"/>
    </w:rPr>
  </w:style>
  <w:style w:type="character" w:customStyle="1" w:styleId="berschrift2Char">
    <w:name w:val="Überschrift 2 Char"/>
    <w:basedOn w:val="Absatz-Standardschriftart"/>
    <w:link w:val="berschrift21"/>
    <w:rsid w:val="0060140A"/>
    <w:rPr>
      <w:b/>
      <w:caps/>
      <w:color w:val="0062AE"/>
    </w:rPr>
  </w:style>
  <w:style w:type="paragraph" w:customStyle="1" w:styleId="AufzhlungNagelGroup">
    <w:name w:val="Aufzählung Nagel Group"/>
    <w:basedOn w:val="Aufzhlung"/>
    <w:link w:val="AufzhlungNagelGroupChar"/>
    <w:qFormat/>
    <w:rsid w:val="00773140"/>
    <w:pPr>
      <w:numPr>
        <w:numId w:val="9"/>
      </w:numPr>
    </w:pPr>
  </w:style>
  <w:style w:type="character" w:customStyle="1" w:styleId="AufzhlungNagelGroupChar">
    <w:name w:val="Aufzählung Nagel Group Char"/>
    <w:basedOn w:val="AufzhlungChar"/>
    <w:link w:val="AufzhlungNagelGroup"/>
    <w:rsid w:val="00773140"/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38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0381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0381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38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381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26466"/>
  </w:style>
  <w:style w:type="paragraph" w:customStyle="1" w:styleId="Default">
    <w:name w:val="Default"/>
    <w:rsid w:val="000E1DE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de-DE"/>
    </w:rPr>
  </w:style>
  <w:style w:type="paragraph" w:customStyle="1" w:styleId="Bildzeilen">
    <w:name w:val="Bildzeilen"/>
    <w:basedOn w:val="Standard"/>
    <w:link w:val="BildzeilenZchn"/>
    <w:qFormat/>
    <w:rsid w:val="004825E1"/>
    <w:pPr>
      <w:spacing w:line="360" w:lineRule="auto"/>
    </w:pPr>
    <w:rPr>
      <w:rFonts w:ascii="Arial" w:eastAsia="Times New Roman" w:hAnsi="Arial" w:cs="Arial"/>
      <w:b/>
      <w:i/>
      <w:sz w:val="24"/>
      <w:szCs w:val="24"/>
      <w:lang w:eastAsia="de-DE"/>
    </w:rPr>
  </w:style>
  <w:style w:type="character" w:customStyle="1" w:styleId="BildzeilenZchn">
    <w:name w:val="Bildzeilen Zchn"/>
    <w:basedOn w:val="Absatz-Standardschriftart"/>
    <w:link w:val="Bildzeilen"/>
    <w:rsid w:val="004825E1"/>
    <w:rPr>
      <w:rFonts w:ascii="Arial" w:eastAsia="Times New Roman" w:hAnsi="Arial" w:cs="Arial"/>
      <w:b/>
      <w:i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15F19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2B7971"/>
    <w:rPr>
      <w:rFonts w:ascii="Times New Roman" w:hAnsi="Times New Roman" w:cs="Times New Roman"/>
      <w:sz w:val="24"/>
      <w:szCs w:val="24"/>
    </w:rPr>
  </w:style>
  <w:style w:type="paragraph" w:customStyle="1" w:styleId="Subhead">
    <w:name w:val="Subhead"/>
    <w:basedOn w:val="Standard"/>
    <w:link w:val="SubheadZchn"/>
    <w:qFormat/>
    <w:rsid w:val="00AA3E64"/>
    <w:rPr>
      <w:sz w:val="32"/>
      <w:szCs w:val="32"/>
    </w:rPr>
  </w:style>
  <w:style w:type="character" w:customStyle="1" w:styleId="SubheadZchn">
    <w:name w:val="Subhead Zchn"/>
    <w:basedOn w:val="Absatz-Standardschriftart"/>
    <w:link w:val="Subhead"/>
    <w:rsid w:val="00AA3E64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019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1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6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0631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8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0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9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1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53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42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1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0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5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8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9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nagel-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INZMARI\AppData\Local\Temp\WordTemplatesNagel\Interne%20Mitteilung.dotx_2021_12_15_12_08_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C9A7B655D7B4EC7B427F234E9233B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8BBC2F-4FBD-4FFC-999B-D04CC9467CC3}"/>
      </w:docPartPr>
      <w:docPartBody>
        <w:p w:rsidR="000F2005" w:rsidRDefault="00E00216">
          <w:pPr>
            <w:pStyle w:val="7C9A7B655D7B4EC7B427F234E9233B1B"/>
          </w:pPr>
          <w:r w:rsidRPr="00336BDC">
            <w:rPr>
              <w:rStyle w:val="Platzhaltertext"/>
              <w:color w:val="808080" w:themeColor="background1" w:themeShade="80"/>
            </w:rPr>
            <w:t>Interne Mitteilung</w:t>
          </w:r>
        </w:p>
      </w:docPartBody>
    </w:docPart>
    <w:docPart>
      <w:docPartPr>
        <w:name w:val="C0F52D1DD368445A8CAD2DE13931AE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50C6DA-BC8B-4362-A7CB-D7012B1E4247}"/>
      </w:docPartPr>
      <w:docPartBody>
        <w:p w:rsidR="000F2005" w:rsidRDefault="00E00216">
          <w:pPr>
            <w:pStyle w:val="C0F52D1DD368445A8CAD2DE13931AEC7"/>
          </w:pPr>
          <w:r w:rsidRPr="00B377C6">
            <w:rPr>
              <w:rStyle w:val="Platzhaltertext"/>
              <w:lang w:val="en-US"/>
            </w:rPr>
            <w:t>Click or tap here to enter text.</w:t>
          </w:r>
        </w:p>
      </w:docPartBody>
    </w:docPart>
    <w:docPart>
      <w:docPartPr>
        <w:name w:val="3B63B68C1D8A4D40BAC1F2FA49A44F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CB02C8-EF01-4154-A001-41850DD931A6}"/>
      </w:docPartPr>
      <w:docPartBody>
        <w:p w:rsidR="000F2005" w:rsidRDefault="00E00216">
          <w:pPr>
            <w:pStyle w:val="3B63B68C1D8A4D40BAC1F2FA49A44F5E"/>
          </w:pPr>
          <w:r w:rsidRPr="000563B9">
            <w:rPr>
              <w:rStyle w:val="Platzhaltertext"/>
              <w:lang w:val="en-US"/>
            </w:rPr>
            <w:t>Click or tap here to enter text.</w:t>
          </w:r>
        </w:p>
      </w:docPartBody>
    </w:docPart>
    <w:docPart>
      <w:docPartPr>
        <w:name w:val="D2E9A5D9F09449F5A555B38FD2DCDF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A42BF0-BE87-4F84-9E1B-93031B59C9E2}"/>
      </w:docPartPr>
      <w:docPartBody>
        <w:p w:rsidR="000F2005" w:rsidRDefault="00E00216">
          <w:pPr>
            <w:pStyle w:val="D2E9A5D9F09449F5A555B38FD2DCDF29"/>
          </w:pPr>
          <w:r>
            <w:rPr>
              <w:sz w:val="14"/>
              <w:szCs w:val="14"/>
            </w:rPr>
            <w:t xml:space="preserve"> </w:t>
          </w:r>
        </w:p>
      </w:docPartBody>
    </w:docPart>
    <w:docPart>
      <w:docPartPr>
        <w:name w:val="1DEDF17D626B4FE7B14160A3BDC1A4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3C52DB-89E4-48FC-BB60-A565F24A0226}"/>
      </w:docPartPr>
      <w:docPartBody>
        <w:p w:rsidR="000F2005" w:rsidRDefault="00E00216">
          <w:pPr>
            <w:pStyle w:val="1DEDF17D626B4FE7B14160A3BDC1A488"/>
          </w:pPr>
          <w:r>
            <w:rPr>
              <w:sz w:val="14"/>
              <w:szCs w:val="14"/>
            </w:rPr>
            <w:t xml:space="preserve"> </w:t>
          </w:r>
        </w:p>
      </w:docPartBody>
    </w:docPart>
    <w:docPart>
      <w:docPartPr>
        <w:name w:val="35681C5FAD9E4DF9BF844A5AB900E6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DE51E1-5648-4662-89B2-8441965A0925}"/>
      </w:docPartPr>
      <w:docPartBody>
        <w:p w:rsidR="000F2005" w:rsidRDefault="00E00216">
          <w:pPr>
            <w:pStyle w:val="35681C5FAD9E4DF9BF844A5AB900E671"/>
          </w:pPr>
          <w:r>
            <w:rPr>
              <w:rStyle w:val="Platzhaltertext"/>
              <w:lang w:val="en-US"/>
            </w:rPr>
            <w:t>Überschrift</w:t>
          </w:r>
        </w:p>
      </w:docPartBody>
    </w:docPart>
    <w:docPart>
      <w:docPartPr>
        <w:name w:val="363FB71058BB445A96F2473248CE1C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4F812B-AD8B-4DCF-8EF6-9A87B1E7F9EB}"/>
      </w:docPartPr>
      <w:docPartBody>
        <w:p w:rsidR="000F2005" w:rsidRDefault="000F2005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216"/>
    <w:rsid w:val="00023AC4"/>
    <w:rsid w:val="000667E5"/>
    <w:rsid w:val="000F2005"/>
    <w:rsid w:val="0021182A"/>
    <w:rsid w:val="00254FE2"/>
    <w:rsid w:val="002C5223"/>
    <w:rsid w:val="00325697"/>
    <w:rsid w:val="003F39F8"/>
    <w:rsid w:val="007E49BA"/>
    <w:rsid w:val="00871189"/>
    <w:rsid w:val="00885CEC"/>
    <w:rsid w:val="008D5681"/>
    <w:rsid w:val="009A55A6"/>
    <w:rsid w:val="00A953B8"/>
    <w:rsid w:val="00B774D7"/>
    <w:rsid w:val="00C47608"/>
    <w:rsid w:val="00CC349C"/>
    <w:rsid w:val="00DD7983"/>
    <w:rsid w:val="00DE0424"/>
    <w:rsid w:val="00E00216"/>
    <w:rsid w:val="00EF62B2"/>
    <w:rsid w:val="00F8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3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30"/>
    <w:semiHidden/>
    <w:rsid w:val="00A953B8"/>
    <w:rPr>
      <w:color w:val="808080"/>
    </w:rPr>
  </w:style>
  <w:style w:type="paragraph" w:customStyle="1" w:styleId="7C9A7B655D7B4EC7B427F234E9233B1B">
    <w:name w:val="7C9A7B655D7B4EC7B427F234E9233B1B"/>
  </w:style>
  <w:style w:type="paragraph" w:customStyle="1" w:styleId="C0F52D1DD368445A8CAD2DE13931AEC7">
    <w:name w:val="C0F52D1DD368445A8CAD2DE13931AEC7"/>
  </w:style>
  <w:style w:type="paragraph" w:customStyle="1" w:styleId="3B63B68C1D8A4D40BAC1F2FA49A44F5E">
    <w:name w:val="3B63B68C1D8A4D40BAC1F2FA49A44F5E"/>
  </w:style>
  <w:style w:type="paragraph" w:customStyle="1" w:styleId="D2E9A5D9F09449F5A555B38FD2DCDF29">
    <w:name w:val="D2E9A5D9F09449F5A555B38FD2DCDF29"/>
  </w:style>
  <w:style w:type="paragraph" w:customStyle="1" w:styleId="1DEDF17D626B4FE7B14160A3BDC1A488">
    <w:name w:val="1DEDF17D626B4FE7B14160A3BDC1A488"/>
  </w:style>
  <w:style w:type="paragraph" w:customStyle="1" w:styleId="35681C5FAD9E4DF9BF844A5AB900E671">
    <w:name w:val="35681C5FAD9E4DF9BF844A5AB900E6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Nagel-Group">
  <a:themeElements>
    <a:clrScheme name="Nagel Group 2021 (NEU 23.11.)">
      <a:dk1>
        <a:sysClr val="windowText" lastClr="000000"/>
      </a:dk1>
      <a:lt1>
        <a:sysClr val="window" lastClr="FFFFFF"/>
      </a:lt1>
      <a:dk2>
        <a:srgbClr val="0063AF"/>
      </a:dk2>
      <a:lt2>
        <a:srgbClr val="ECECED"/>
      </a:lt2>
      <a:accent1>
        <a:srgbClr val="0063AF"/>
      </a:accent1>
      <a:accent2>
        <a:srgbClr val="009BD9"/>
      </a:accent2>
      <a:accent3>
        <a:srgbClr val="C5C6C6"/>
      </a:accent3>
      <a:accent4>
        <a:srgbClr val="7099D1"/>
      </a:accent4>
      <a:accent5>
        <a:srgbClr val="ECD8B4"/>
      </a:accent5>
      <a:accent6>
        <a:srgbClr val="D3DCF1"/>
      </a:accent6>
      <a:hlink>
        <a:srgbClr val="0062AE"/>
      </a:hlink>
      <a:folHlink>
        <a:srgbClr val="0063AF"/>
      </a:folHlink>
    </a:clrScheme>
    <a:fontScheme name="Nagel_Group 2021">
      <a:majorFont>
        <a:latin typeface="Ubuntu"/>
        <a:ea typeface=""/>
        <a:cs typeface=""/>
      </a:majorFont>
      <a:minorFont>
        <a:latin typeface="Ubuntu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gradFill>
          <a:gsLst>
            <a:gs pos="0">
              <a:srgbClr val="009BD9"/>
            </a:gs>
            <a:gs pos="100000">
              <a:srgbClr val="0062AE"/>
            </a:gs>
          </a:gsLst>
          <a:lin ang="18900000" scaled="1"/>
        </a:gradFill>
        <a:ln w="6350" cap="flat" cmpd="sng" algn="ctr">
          <a:noFill/>
          <a:prstDash val="solid"/>
          <a:miter lim="800000"/>
        </a:ln>
        <a:effectLst/>
      </a:spPr>
      <a:bodyPr lIns="72000" tIns="72000" rIns="72000" bIns="72000" rtlCol="0" anchor="ctr"/>
      <a:lstStyle>
        <a:defPPr algn="ctr">
          <a:spcBef>
            <a:spcPts val="800"/>
          </a:spcBef>
          <a:defRPr sz="160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63AF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6350">
          <a:noFill/>
        </a:ln>
      </a:spPr>
      <a:bodyPr wrap="square" lIns="0" tIns="0" rIns="0" bIns="0" rtlCol="0">
        <a:spAutoFit/>
      </a:bodyPr>
      <a:lstStyle>
        <a:defPPr algn="l">
          <a:spcBef>
            <a:spcPts val="800"/>
          </a:spcBef>
          <a:defRPr sz="1600" dirty="0" err="1" smtClean="0"/>
        </a:defPPr>
      </a:lstStyle>
    </a:txDef>
  </a:objectDefaults>
  <a:extraClrSchemeLst/>
  <a:custClrLst>
    <a:custClr name="r:000 g:000 b:000">
      <a:srgbClr val="000000"/>
    </a:custClr>
    <a:custClr name="r:000 g:099 b:175">
      <a:srgbClr val="0063AF"/>
    </a:custClr>
    <a:custClr name="r:000 g:155 b:217">
      <a:srgbClr val="009BD9"/>
    </a:custClr>
    <a:custClr name="r:236 g:216 b:180">
      <a:srgbClr val="ECD8B4"/>
    </a:custClr>
    <a:custClr name="r:255 g:255 b:255">
      <a:srgbClr val="FFFFFF"/>
    </a:custClr>
    <a:custClr name="r:183 g:023 b:034">
      <a:srgbClr val="B71722"/>
    </a:custClr>
    <a:custClr name="r:130 g:148 b:101">
      <a:srgbClr val="829465"/>
    </a:custClr>
    <a:custClr name="r:195 g:113 b:157">
      <a:srgbClr val="C3719D"/>
    </a:custClr>
    <a:custClr name="r:226 g:107 b:083">
      <a:srgbClr val="E26B53"/>
    </a:custClr>
    <a:custClr name="r:246 g:224 b:061">
      <a:srgbClr val="F6E03D"/>
    </a:custClr>
    <a:custClr name="r:086 g:086 b:086">
      <a:srgbClr val="565656"/>
    </a:custClr>
    <a:custClr name="r:044 g:123 b:192">
      <a:srgbClr val="2C7BC0"/>
    </a:custClr>
    <a:custClr name="r:086 g:173 b:225">
      <a:srgbClr val="56ADE1"/>
    </a:custClr>
    <a:custClr name="r:240 g:224 b:195">
      <a:srgbClr val="F0E0C3"/>
    </a:custClr>
    <a:custClr name="r:255 g:255 b:255">
      <a:srgbClr val="FFFFFF"/>
    </a:custClr>
    <a:custClr name="r:196 g:074 b:063">
      <a:srgbClr val="C44A3F"/>
    </a:custClr>
    <a:custClr name="r:155 g:167 b:129">
      <a:srgbClr val="9BA781"/>
    </a:custClr>
    <a:custClr name="r:206 g:142 b:177">
      <a:srgbClr val="CE8EB1"/>
    </a:custClr>
    <a:custClr name="r:232 g:139 b:114">
      <a:srgbClr val="E88B72"/>
    </a:custClr>
    <a:custClr name="r:248 g:230 b:112">
      <a:srgbClr val="F8E670"/>
    </a:custClr>
    <a:custClr name="r:135 g:135 b:134">
      <a:srgbClr val="878786"/>
    </a:custClr>
    <a:custClr name="r:112 g:153 b:209">
      <a:srgbClr val="7099D1"/>
    </a:custClr>
    <a:custClr name="r:140 g:194 b:234">
      <a:srgbClr val="8CC2EA"/>
    </a:custClr>
    <a:custClr name="r:244 g:232 b:210">
      <a:srgbClr val="F4E8D2"/>
    </a:custClr>
    <a:custClr name="r:255 g:255 b:255">
      <a:srgbClr val="FFFFFF"/>
    </a:custClr>
    <a:custClr name="r:211 g:121 b:104">
      <a:srgbClr val="D37968"/>
    </a:custClr>
    <a:custClr name="r:179 g:187 b:158">
      <a:srgbClr val="B3BB9E"/>
    </a:custClr>
    <a:custClr name="r:217 g:171 b:198">
      <a:srgbClr val="D9ABC6"/>
    </a:custClr>
    <a:custClr name="r:238 g:170 b:148">
      <a:srgbClr val="EEAA94"/>
    </a:custClr>
    <a:custClr name="r:250 g:236 b:154">
      <a:srgbClr val="FAEC9A"/>
    </a:custClr>
    <a:custClr name="r:177 g:178 b:179">
      <a:srgbClr val="B1B2B3"/>
    </a:custClr>
    <a:custClr name="r:164 g:186 b:225">
      <a:srgbClr val="A4BAE1"/>
    </a:custClr>
    <a:custClr name="r:183 g:214 b:242">
      <a:srgbClr val="B7D6F2"/>
    </a:custClr>
    <a:custClr name="r:247 g:239 b:225">
      <a:srgbClr val="F7EFE1"/>
    </a:custClr>
    <a:custClr name="r:255 g:255 b:255">
      <a:srgbClr val="FFFFFF"/>
    </a:custClr>
    <a:custClr name="r:225 g:167 b:151">
      <a:srgbClr val="E1A797"/>
    </a:custClr>
    <a:custClr name="r:204 g:208 b:189">
      <a:srgbClr val="CCD0BD"/>
    </a:custClr>
    <a:custClr name="r:229 g:200 b:218">
      <a:srgbClr val="E5C8DA"/>
    </a:custClr>
    <a:custClr name="r:244 g:200 b:183">
      <a:srgbClr val="F4C8B7"/>
    </a:custClr>
    <a:custClr name="r:252 g:242 b:191">
      <a:srgbClr val="FCF2BF"/>
    </a:custClr>
    <a:custClr name="r:218 g:218 b:218">
      <a:srgbClr val="DADADA"/>
    </a:custClr>
    <a:custClr name="r:211 g:220 b:241">
      <a:srgbClr val="D3DCF1"/>
    </a:custClr>
    <a:custClr name="r:220 g:234 b:249">
      <a:srgbClr val="DCEAF9"/>
    </a:custClr>
    <a:custClr name="r:251 g:247 b:240">
      <a:srgbClr val="FBF7F0"/>
    </a:custClr>
    <a:custClr name="r:255 g:255 b:255">
      <a:srgbClr val="FFFFFF"/>
    </a:custClr>
    <a:custClr name="r:240 g:211 b:202">
      <a:srgbClr val="F0D3CA"/>
    </a:custClr>
    <a:custClr name="r:229 g:231 b:221">
      <a:srgbClr val="E5E7DD"/>
    </a:custClr>
    <a:custClr name="r:241 g:227 b:237">
      <a:srgbClr val="F1E3ED"/>
    </a:custClr>
    <a:custClr name="r:250 g:228 b:219">
      <a:srgbClr val="FAE4DB"/>
    </a:custClr>
    <a:custClr name="r:253 g:249 b:224">
      <a:srgbClr val="FDF9E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Postfach 0000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ADFB04228BB5488BE235C967B25381" ma:contentTypeVersion="14" ma:contentTypeDescription="Create a new document." ma:contentTypeScope="" ma:versionID="7b1f9442b12867da25f0b69ea1ccca66">
  <xsd:schema xmlns:xsd="http://www.w3.org/2001/XMLSchema" xmlns:xs="http://www.w3.org/2001/XMLSchema" xmlns:p="http://schemas.microsoft.com/office/2006/metadata/properties" xmlns:ns3="afa4d39a-0b78-498e-9c47-c4ed40282751" xmlns:ns4="850416fc-3091-45d0-b2be-fce24b8ecdd6" targetNamespace="http://schemas.microsoft.com/office/2006/metadata/properties" ma:root="true" ma:fieldsID="18b1d6a1662ff1cfe22b53a2d1626950" ns3:_="" ns4:_="">
    <xsd:import namespace="afa4d39a-0b78-498e-9c47-c4ed40282751"/>
    <xsd:import namespace="850416fc-3091-45d0-b2be-fce24b8ecdd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4d39a-0b78-498e-9c47-c4ed402827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416fc-3091-45d0-b2be-fce24b8ecdd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245E54-CFBE-4A5E-A11F-C209B531E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92A225-97F1-4448-9C37-D4CD20F837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25078A-83E6-4A54-A200-383FCA76F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4d39a-0b78-498e-9c47-c4ed40282751"/>
    <ds:schemaRef ds:uri="850416fc-3091-45d0-b2be-fce24b8ecd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840C85A-6647-4546-988D-56A6924815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aee7a9c-a6e0-48dc-b8d7-4744c65e8f88}" enabled="1" method="Privileged" siteId="{1143b609-46fc-43ee-a1f8-a20ba405faf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Interne Mitteilung.dotx_2021_12_15_12_08_24.dotx</Template>
  <TotalTime>0</TotalTime>
  <Pages>1</Pages>
  <Words>162</Words>
  <Characters>1025</Characters>
  <Application>Microsoft Office Word</Application>
  <DocSecurity>0</DocSecurity>
  <Lines>8</Lines>
  <Paragraphs>2</Paragraphs>
  <ScaleCrop>false</ScaleCrop>
  <Company>Firma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Hinzmann, Marie</dc:creator>
  <cp:keywords/>
  <dc:description/>
  <cp:lastModifiedBy>Hinzmann, Marie</cp:lastModifiedBy>
  <cp:revision>56</cp:revision>
  <cp:lastPrinted>2020-09-16T08:13:00Z</cp:lastPrinted>
  <dcterms:created xsi:type="dcterms:W3CDTF">2023-01-13T08:47:00Z</dcterms:created>
  <dcterms:modified xsi:type="dcterms:W3CDTF">2025-06-23T12:18:00Z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Number">
    <vt:lpwstr>V2021-11-18.01</vt:lpwstr>
  </property>
  <property fmtid="{D5CDD505-2E9C-101B-9397-08002B2CF9AE}" pid="3" name="Briefbogenname">
    <vt:lpwstr>DE - KVN Versmold (CHQ, IBSC, DE)</vt:lpwstr>
  </property>
  <property fmtid="{D5CDD505-2E9C-101B-9397-08002B2CF9AE}" pid="4" name="ContentTypeId">
    <vt:lpwstr>0x010100A5ADFB04228BB5488BE235C967B25381</vt:lpwstr>
  </property>
</Properties>
</file>